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4514" w:rsidRDefault="00724514" w:rsidP="000E6536">
      <w:pPr>
        <w:rPr>
          <w:rFonts w:ascii="Minya Nouvelle" w:hAnsi="Minya Nouvelle" w:cs="Minya Nouvelle"/>
        </w:rPr>
      </w:pPr>
      <w:r>
        <w:rPr>
          <w:rFonts w:ascii="Minya Nouvelle" w:hAnsi="Minya Nouvelle" w:cs="Minya Nouvelle"/>
        </w:rPr>
        <w:t>LIS 401</w:t>
      </w:r>
      <w:r>
        <w:rPr>
          <w:rFonts w:ascii="Minya Nouvelle" w:hAnsi="Minya Nouvelle" w:cs="Minya Nouvelle"/>
        </w:rPr>
        <w:tab/>
        <w:t>Sarah Erickson</w:t>
      </w:r>
      <w:r>
        <w:rPr>
          <w:rFonts w:ascii="Minya Nouvelle" w:hAnsi="Minya Nouvelle" w:cs="Minya Nouvelle"/>
        </w:rPr>
        <w:tab/>
      </w:r>
      <w:r w:rsidRPr="000E6536">
        <w:rPr>
          <w:rFonts w:ascii="Minya Nouvelle" w:hAnsi="Minya Nouvelle" w:cs="Minya Nouvelle"/>
          <w:b/>
          <w:bCs/>
          <w:u w:val="single"/>
        </w:rPr>
        <w:t>A Look at Illustrators</w:t>
      </w:r>
      <w:r>
        <w:rPr>
          <w:rFonts w:ascii="Minya Nouvelle" w:hAnsi="Minya Nouvelle" w:cs="Minya Nouvelle"/>
        </w:rPr>
        <w:tab/>
      </w:r>
      <w:r>
        <w:rPr>
          <w:rFonts w:ascii="Minya Nouvelle" w:hAnsi="Minya Nouvelle" w:cs="Minya Nouvelle"/>
        </w:rPr>
        <w:tab/>
        <w:t>September 29, 2009</w:t>
      </w:r>
    </w:p>
    <w:p w:rsidR="00724514" w:rsidRPr="003D4A10" w:rsidRDefault="00724514" w:rsidP="003D4A10">
      <w:pPr>
        <w:jc w:val="center"/>
        <w:rPr>
          <w:rFonts w:ascii="Minya Nouvelle" w:hAnsi="Minya Nouvelle" w:cs="Minya Nouvelle"/>
          <w:sz w:val="40"/>
          <w:szCs w:val="40"/>
        </w:rPr>
      </w:pPr>
      <w:r w:rsidRPr="003D4A10">
        <w:rPr>
          <w:rFonts w:ascii="Minya Nouvelle" w:hAnsi="Minya Nouvelle" w:cs="Minya Nouvelle"/>
          <w:sz w:val="40"/>
          <w:szCs w:val="40"/>
        </w:rPr>
        <w:t>Oliver Jeffers</w:t>
      </w:r>
    </w:p>
    <w:p w:rsidR="00724514" w:rsidRPr="003D4A10" w:rsidRDefault="00724514" w:rsidP="00697E49">
      <w:pPr>
        <w:rPr>
          <w:rFonts w:ascii="Minya Nouvelle" w:hAnsi="Minya Nouvelle" w:cs="Minya Nouvelle"/>
          <w:sz w:val="48"/>
          <w:szCs w:val="48"/>
        </w:rPr>
      </w:pPr>
      <w:r w:rsidRPr="005D2FC2">
        <w:rPr>
          <w:rFonts w:ascii="Minya Nouvelle" w:hAnsi="Minya Nouvelle" w:cs="Minya Nouvelle"/>
          <w:b/>
          <w:bCs/>
          <w:sz w:val="24"/>
          <w:szCs w:val="24"/>
          <w:u w:val="single"/>
        </w:rPr>
        <w:t xml:space="preserve">Biographical Information </w:t>
      </w:r>
    </w:p>
    <w:p w:rsidR="00724514" w:rsidRPr="004F5F02" w:rsidRDefault="00724514" w:rsidP="00510A27">
      <w:pPr>
        <w:rPr>
          <w:rFonts w:ascii="Minya Nouvelle" w:hAnsi="Minya Nouvelle" w:cs="Minya Nouvelle"/>
          <w:b/>
          <w:bCs/>
          <w:sz w:val="24"/>
          <w:szCs w:val="24"/>
          <w:u w:val="single"/>
        </w:rPr>
      </w:pPr>
      <w:r w:rsidRPr="005D2FC2">
        <w:rPr>
          <w:rFonts w:ascii="Minya Nouvelle" w:hAnsi="Minya Nouvelle" w:cs="Minya Nouvelle"/>
        </w:rPr>
        <w:t>Oliver Jeffers, ARTIST, ILLUSTRATOR and DESIGNER was born in Port Hedland, Western Australia in 1977 and grew up in Northern Ireland</w:t>
      </w:r>
    </w:p>
    <w:p w:rsidR="00724514" w:rsidRPr="005D2FC2" w:rsidRDefault="00724514" w:rsidP="00510A27">
      <w:pPr>
        <w:rPr>
          <w:rFonts w:ascii="Minya Nouvelle" w:hAnsi="Minya Nouvelle" w:cs="Minya Nouvelle"/>
        </w:rPr>
      </w:pPr>
      <w:r w:rsidRPr="005D2FC2">
        <w:rPr>
          <w:rFonts w:ascii="Minya Nouvelle" w:hAnsi="Minya Nouvelle" w:cs="Minya Nouvelle"/>
        </w:rPr>
        <w:t>Graduated from the University of Ulster in Ireland with a degree in Visual Communication</w:t>
      </w:r>
    </w:p>
    <w:p w:rsidR="00724514" w:rsidRPr="005D2FC2" w:rsidRDefault="00724514" w:rsidP="00510A27">
      <w:pPr>
        <w:rPr>
          <w:rFonts w:ascii="Minya Nouvelle" w:hAnsi="Minya Nouvelle" w:cs="Minya Nouvelle"/>
        </w:rPr>
      </w:pPr>
      <w:r w:rsidRPr="005D2FC2">
        <w:rPr>
          <w:rFonts w:ascii="Minya Nouvelle" w:hAnsi="Minya Nouvelle" w:cs="Minya Nouvelle"/>
        </w:rPr>
        <w:t>In 1995 he was runner up in the Irish News amateur art competition, turning his focus away from pursuing his musical talent and focusing on painting</w:t>
      </w:r>
    </w:p>
    <w:p w:rsidR="00724514" w:rsidRDefault="00724514" w:rsidP="004F5F02">
      <w:pPr>
        <w:rPr>
          <w:rFonts w:ascii="Minya Nouvelle" w:hAnsi="Minya Nouvelle" w:cs="Minya Nouvelle"/>
        </w:rPr>
      </w:pPr>
      <w:r w:rsidRPr="005D2FC2">
        <w:rPr>
          <w:rFonts w:ascii="Minya Nouvelle" w:hAnsi="Minya Nouvelle" w:cs="Minya Nouvelle"/>
        </w:rPr>
        <w:t>Oliver Jeffers has since travelled the world with exhibits in New York, Dublin, Washington DC, Sydney, Melbourne, London, Belfast, and Glengormley</w:t>
      </w:r>
    </w:p>
    <w:p w:rsidR="00724514" w:rsidRPr="004F5F02" w:rsidRDefault="00724514" w:rsidP="004F5F02">
      <w:pPr>
        <w:rPr>
          <w:rFonts w:ascii="Minya Nouvelle" w:hAnsi="Minya Nouvelle" w:cs="Minya Nouvelle"/>
        </w:rPr>
        <w:sectPr w:rsidR="00724514" w:rsidRPr="004F5F02" w:rsidSect="000E6536">
          <w:pgSz w:w="12240" w:h="15840" w:code="1"/>
          <w:pgMar w:top="1440" w:right="1440" w:bottom="1440" w:left="1440"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pPr>
      <w:r w:rsidRPr="00A67BAF">
        <w:rPr>
          <w:rFonts w:ascii="Minya Nouvelle" w:hAnsi="Minya Nouvelle" w:cs="Minya Nouvelle"/>
          <w:b/>
          <w:bCs/>
          <w:sz w:val="24"/>
          <w:szCs w:val="24"/>
        </w:rPr>
        <w:t>Prizes and Award</w:t>
      </w:r>
      <w:r>
        <w:rPr>
          <w:rFonts w:ascii="Minya Nouvelle" w:hAnsi="Minya Nouvelle" w:cs="Minya Nouvelle"/>
          <w:b/>
          <w:bCs/>
          <w:sz w:val="24"/>
          <w:szCs w:val="24"/>
        </w:rPr>
        <w:t>s</w:t>
      </w:r>
    </w:p>
    <w:p w:rsidR="00724514" w:rsidRDefault="00724514" w:rsidP="009A6118">
      <w:pPr>
        <w:pStyle w:val="NormalWeb"/>
        <w:rPr>
          <w:rFonts w:ascii="Minya Nouvelle" w:hAnsi="Minya Nouvelle" w:cs="Minya Nouvelle"/>
          <w:sz w:val="18"/>
          <w:szCs w:val="18"/>
        </w:rPr>
      </w:pPr>
      <w:r w:rsidRPr="009A6118">
        <w:rPr>
          <w:rFonts w:ascii="Minya Nouvelle" w:hAnsi="Minya Nouvelle" w:cs="Minya Nouvelle"/>
          <w:b/>
          <w:bCs/>
          <w:sz w:val="18"/>
          <w:szCs w:val="18"/>
        </w:rPr>
        <w:t>~2004</w:t>
      </w:r>
      <w:r w:rsidRPr="009A6118">
        <w:rPr>
          <w:rFonts w:ascii="Minya Nouvelle" w:hAnsi="Minya Nouvelle" w:cs="Minya Nouvelle"/>
          <w:sz w:val="18"/>
          <w:szCs w:val="18"/>
        </w:rPr>
        <w:t xml:space="preserve"> </w:t>
      </w:r>
      <w:r w:rsidRPr="009A6118">
        <w:rPr>
          <w:rFonts w:ascii="Minya Nouvelle" w:hAnsi="Minya Nouvelle" w:cs="Minya Nouvelle"/>
          <w:b/>
          <w:bCs/>
          <w:sz w:val="18"/>
          <w:szCs w:val="18"/>
        </w:rPr>
        <w:t>Booktrust Early Years Award (Best New Illustrator)</w:t>
      </w:r>
      <w:r w:rsidRPr="009A6118">
        <w:rPr>
          <w:rFonts w:ascii="Minya Nouvelle" w:hAnsi="Minya Nouvelle" w:cs="Minya Nouvelle"/>
          <w:sz w:val="18"/>
          <w:szCs w:val="18"/>
        </w:rPr>
        <w:t xml:space="preserve"> </w:t>
      </w:r>
      <w:r w:rsidRPr="009A6118">
        <w:rPr>
          <w:sz w:val="18"/>
          <w:szCs w:val="18"/>
        </w:rPr>
        <w:t> </w:t>
      </w:r>
      <w:r w:rsidRPr="009A6118">
        <w:rPr>
          <w:rFonts w:ascii="Minya Nouvelle" w:hAnsi="Minya Nouvelle" w:cs="Minya Nouvelle"/>
          <w:sz w:val="18"/>
          <w:szCs w:val="18"/>
        </w:rPr>
        <w:t xml:space="preserve">(shortlist) </w:t>
      </w:r>
      <w:r w:rsidRPr="009A6118">
        <w:rPr>
          <w:rFonts w:ascii="Minya Nouvelle" w:hAnsi="Minya Nouvelle" w:cs="Minya Nouvelle"/>
          <w:i/>
          <w:iCs/>
          <w:sz w:val="18"/>
          <w:szCs w:val="18"/>
        </w:rPr>
        <w:t>How To Catch A Star</w:t>
      </w:r>
      <w:r w:rsidRPr="009A6118">
        <w:rPr>
          <w:rFonts w:ascii="Minya Nouvelle" w:hAnsi="Minya Nouvelle" w:cs="Minya Nouvelle"/>
          <w:sz w:val="18"/>
          <w:szCs w:val="18"/>
        </w:rPr>
        <w:t xml:space="preserve"> </w:t>
      </w:r>
    </w:p>
    <w:p w:rsidR="00724514" w:rsidRPr="009A6118" w:rsidRDefault="00724514" w:rsidP="009A6118">
      <w:pPr>
        <w:pStyle w:val="NormalWeb"/>
        <w:rPr>
          <w:rFonts w:ascii="Minya Nouvelle" w:hAnsi="Minya Nouvelle" w:cs="Minya Nouvelle"/>
          <w:i/>
          <w:iCs/>
          <w:sz w:val="18"/>
          <w:szCs w:val="18"/>
        </w:rPr>
      </w:pPr>
      <w:r w:rsidRPr="009A6118">
        <w:rPr>
          <w:rFonts w:ascii="Minya Nouvelle" w:hAnsi="Minya Nouvelle" w:cs="Minya Nouvelle"/>
          <w:b/>
          <w:bCs/>
          <w:sz w:val="18"/>
          <w:szCs w:val="18"/>
        </w:rPr>
        <w:t>~2005</w:t>
      </w:r>
      <w:r w:rsidRPr="009A6118">
        <w:rPr>
          <w:rFonts w:ascii="Minya Nouvelle" w:hAnsi="Minya Nouvelle" w:cs="Minya Nouvelle"/>
          <w:sz w:val="18"/>
          <w:szCs w:val="18"/>
        </w:rPr>
        <w:t xml:space="preserve"> </w:t>
      </w:r>
      <w:r w:rsidRPr="009A6118">
        <w:rPr>
          <w:rFonts w:ascii="Minya Nouvelle" w:hAnsi="Minya Nouvelle" w:cs="Minya Nouvelle"/>
          <w:b/>
          <w:bCs/>
          <w:sz w:val="18"/>
          <w:szCs w:val="18"/>
        </w:rPr>
        <w:t>Bisto Prize (Ireland)</w:t>
      </w:r>
      <w:r w:rsidRPr="009A6118">
        <w:rPr>
          <w:rFonts w:ascii="Minya Nouvelle" w:hAnsi="Minya Nouvelle" w:cs="Minya Nouvelle"/>
          <w:sz w:val="18"/>
          <w:szCs w:val="18"/>
        </w:rPr>
        <w:t xml:space="preserve"> </w:t>
      </w:r>
      <w:r w:rsidRPr="009A6118">
        <w:rPr>
          <w:sz w:val="18"/>
          <w:szCs w:val="18"/>
        </w:rPr>
        <w:t> </w:t>
      </w:r>
      <w:r w:rsidRPr="009A6118">
        <w:rPr>
          <w:rFonts w:ascii="Minya Nouvelle" w:hAnsi="Minya Nouvelle" w:cs="Minya Nouvelle"/>
          <w:sz w:val="18"/>
          <w:szCs w:val="18"/>
        </w:rPr>
        <w:t xml:space="preserve"> (merit) </w:t>
      </w:r>
      <w:r w:rsidRPr="009A6118">
        <w:rPr>
          <w:sz w:val="18"/>
          <w:szCs w:val="18"/>
        </w:rPr>
        <w:t> </w:t>
      </w:r>
      <w:r w:rsidRPr="009A6118">
        <w:rPr>
          <w:rFonts w:ascii="Minya Nouvelle" w:hAnsi="Minya Nouvelle" w:cs="Minya Nouvelle"/>
          <w:sz w:val="18"/>
          <w:szCs w:val="18"/>
        </w:rPr>
        <w:t xml:space="preserve"> </w:t>
      </w:r>
      <w:r>
        <w:rPr>
          <w:rFonts w:ascii="Minya Nouvelle" w:hAnsi="Minya Nouvelle" w:cs="Minya Nouvelle"/>
          <w:i/>
          <w:iCs/>
          <w:sz w:val="18"/>
          <w:szCs w:val="18"/>
        </w:rPr>
        <w:t xml:space="preserve">How To </w:t>
      </w:r>
      <w:r w:rsidRPr="009A6118">
        <w:rPr>
          <w:rFonts w:ascii="Minya Nouvelle" w:hAnsi="Minya Nouvelle" w:cs="Minya Nouvelle"/>
          <w:i/>
          <w:iCs/>
          <w:sz w:val="18"/>
          <w:szCs w:val="18"/>
        </w:rPr>
        <w:t>Catch A Star</w:t>
      </w:r>
    </w:p>
    <w:p w:rsidR="00724514" w:rsidRPr="009A6118" w:rsidRDefault="00724514" w:rsidP="009A6118">
      <w:pPr>
        <w:pStyle w:val="NormalWeb"/>
        <w:rPr>
          <w:rFonts w:ascii="Minya Nouvelle" w:hAnsi="Minya Nouvelle" w:cs="Minya Nouvelle"/>
          <w:sz w:val="18"/>
          <w:szCs w:val="18"/>
        </w:rPr>
      </w:pPr>
      <w:r w:rsidRPr="009A6118">
        <w:rPr>
          <w:rFonts w:ascii="Minya Nouvelle" w:hAnsi="Minya Nouvelle" w:cs="Minya Nouvelle"/>
          <w:i/>
          <w:iCs/>
          <w:sz w:val="18"/>
          <w:szCs w:val="18"/>
        </w:rPr>
        <w:t xml:space="preserve"> </w:t>
      </w:r>
      <w:r w:rsidRPr="009A6118">
        <w:rPr>
          <w:rFonts w:ascii="Minya Nouvelle" w:hAnsi="Minya Nouvelle" w:cs="Minya Nouvelle"/>
          <w:b/>
          <w:bCs/>
          <w:sz w:val="18"/>
          <w:szCs w:val="18"/>
        </w:rPr>
        <w:t>~2005</w:t>
      </w:r>
      <w:r w:rsidRPr="009A6118">
        <w:rPr>
          <w:rFonts w:ascii="Minya Nouvelle" w:hAnsi="Minya Nouvelle" w:cs="Minya Nouvelle"/>
          <w:sz w:val="18"/>
          <w:szCs w:val="18"/>
        </w:rPr>
        <w:t xml:space="preserve"> </w:t>
      </w:r>
      <w:r w:rsidRPr="009A6118">
        <w:rPr>
          <w:rFonts w:ascii="Minya Nouvelle" w:hAnsi="Minya Nouvelle" w:cs="Minya Nouvelle"/>
          <w:b/>
          <w:bCs/>
          <w:sz w:val="18"/>
          <w:szCs w:val="18"/>
        </w:rPr>
        <w:t>Kate Greenaway Medal</w:t>
      </w:r>
      <w:r w:rsidRPr="009A6118">
        <w:rPr>
          <w:rFonts w:ascii="Minya Nouvelle" w:hAnsi="Minya Nouvelle" w:cs="Minya Nouvelle"/>
          <w:sz w:val="18"/>
          <w:szCs w:val="18"/>
        </w:rPr>
        <w:t xml:space="preserve"> </w:t>
      </w:r>
      <w:r w:rsidRPr="009A6118">
        <w:rPr>
          <w:sz w:val="18"/>
          <w:szCs w:val="18"/>
        </w:rPr>
        <w:t> </w:t>
      </w:r>
      <w:r w:rsidRPr="009A6118">
        <w:rPr>
          <w:rFonts w:ascii="Minya Nouvelle" w:hAnsi="Minya Nouvelle" w:cs="Minya Nouvelle"/>
          <w:sz w:val="18"/>
          <w:szCs w:val="18"/>
        </w:rPr>
        <w:t xml:space="preserve"> (shortlist) </w:t>
      </w:r>
      <w:r w:rsidRPr="009A6118">
        <w:rPr>
          <w:sz w:val="18"/>
          <w:szCs w:val="18"/>
        </w:rPr>
        <w:t> </w:t>
      </w:r>
      <w:r w:rsidRPr="009A6118">
        <w:rPr>
          <w:rFonts w:ascii="Minya Nouvelle" w:hAnsi="Minya Nouvelle" w:cs="Minya Nouvelle"/>
          <w:sz w:val="18"/>
          <w:szCs w:val="18"/>
        </w:rPr>
        <w:t xml:space="preserve"> </w:t>
      </w:r>
      <w:r w:rsidRPr="009A6118">
        <w:rPr>
          <w:rFonts w:ascii="Minya Nouvelle" w:hAnsi="Minya Nouvelle" w:cs="Minya Nouvelle"/>
          <w:i/>
          <w:iCs/>
          <w:sz w:val="18"/>
          <w:szCs w:val="18"/>
        </w:rPr>
        <w:t>Lost and Found</w:t>
      </w:r>
      <w:r w:rsidRPr="009A6118">
        <w:rPr>
          <w:rFonts w:ascii="Minya Nouvelle" w:hAnsi="Minya Nouvelle" w:cs="Minya Nouvelle"/>
          <w:sz w:val="18"/>
          <w:szCs w:val="18"/>
        </w:rPr>
        <w:t xml:space="preserve"> </w:t>
      </w:r>
    </w:p>
    <w:p w:rsidR="00724514" w:rsidRPr="009A6118" w:rsidRDefault="00724514" w:rsidP="009A6118">
      <w:pPr>
        <w:pStyle w:val="NormalWeb"/>
        <w:rPr>
          <w:rFonts w:ascii="Minya Nouvelle" w:hAnsi="Minya Nouvelle" w:cs="Minya Nouvelle"/>
          <w:i/>
          <w:iCs/>
          <w:sz w:val="18"/>
          <w:szCs w:val="18"/>
        </w:rPr>
      </w:pPr>
      <w:r w:rsidRPr="009A6118">
        <w:rPr>
          <w:rFonts w:ascii="Minya Nouvelle" w:hAnsi="Minya Nouvelle" w:cs="Minya Nouvelle"/>
          <w:b/>
          <w:bCs/>
          <w:sz w:val="18"/>
          <w:szCs w:val="18"/>
        </w:rPr>
        <w:t>~2005</w:t>
      </w:r>
      <w:r w:rsidRPr="009A6118">
        <w:rPr>
          <w:rFonts w:ascii="Minya Nouvelle" w:hAnsi="Minya Nouvelle" w:cs="Minya Nouvelle"/>
          <w:sz w:val="18"/>
          <w:szCs w:val="18"/>
        </w:rPr>
        <w:t xml:space="preserve"> </w:t>
      </w:r>
      <w:r w:rsidRPr="009A6118">
        <w:rPr>
          <w:rFonts w:ascii="Minya Nouvelle" w:hAnsi="Minya Nouvelle" w:cs="Minya Nouvelle"/>
          <w:b/>
          <w:bCs/>
          <w:sz w:val="18"/>
          <w:szCs w:val="18"/>
        </w:rPr>
        <w:t>Nestlé Children's Book Prize (Gold Award)</w:t>
      </w:r>
      <w:r w:rsidRPr="009A6118">
        <w:rPr>
          <w:rFonts w:ascii="Minya Nouvelle" w:hAnsi="Minya Nouvelle" w:cs="Minya Nouvelle"/>
          <w:sz w:val="18"/>
          <w:szCs w:val="18"/>
        </w:rPr>
        <w:t xml:space="preserve"> </w:t>
      </w:r>
      <w:r w:rsidRPr="009A6118">
        <w:rPr>
          <w:sz w:val="18"/>
          <w:szCs w:val="18"/>
        </w:rPr>
        <w:t> </w:t>
      </w:r>
      <w:r w:rsidRPr="009A6118">
        <w:rPr>
          <w:rFonts w:ascii="Minya Nouvelle" w:hAnsi="Minya Nouvelle" w:cs="Minya Nouvelle"/>
          <w:sz w:val="18"/>
          <w:szCs w:val="18"/>
        </w:rPr>
        <w:t xml:space="preserve"> (5 years and under category) </w:t>
      </w:r>
      <w:r w:rsidRPr="009A6118">
        <w:rPr>
          <w:sz w:val="18"/>
          <w:szCs w:val="18"/>
        </w:rPr>
        <w:t> </w:t>
      </w:r>
      <w:r w:rsidRPr="009A6118">
        <w:rPr>
          <w:rFonts w:ascii="Minya Nouvelle" w:hAnsi="Minya Nouvelle" w:cs="Minya Nouvelle"/>
          <w:sz w:val="18"/>
          <w:szCs w:val="18"/>
        </w:rPr>
        <w:t xml:space="preserve"> </w:t>
      </w:r>
      <w:r w:rsidRPr="009A6118">
        <w:rPr>
          <w:rFonts w:ascii="Minya Nouvelle" w:hAnsi="Minya Nouvelle" w:cs="Minya Nouvelle"/>
          <w:i/>
          <w:iCs/>
          <w:sz w:val="18"/>
          <w:szCs w:val="18"/>
        </w:rPr>
        <w:t xml:space="preserve">Lost and Found </w:t>
      </w:r>
    </w:p>
    <w:p w:rsidR="00724514" w:rsidRDefault="00724514" w:rsidP="009A6118">
      <w:pPr>
        <w:pStyle w:val="NormalWeb"/>
        <w:rPr>
          <w:rFonts w:ascii="Minya Nouvelle" w:hAnsi="Minya Nouvelle" w:cs="Minya Nouvelle"/>
          <w:sz w:val="18"/>
          <w:szCs w:val="18"/>
        </w:rPr>
      </w:pPr>
      <w:r w:rsidRPr="009A6118">
        <w:rPr>
          <w:rFonts w:ascii="Minya Nouvelle" w:hAnsi="Minya Nouvelle" w:cs="Minya Nouvelle"/>
          <w:b/>
          <w:bCs/>
          <w:sz w:val="18"/>
          <w:szCs w:val="18"/>
        </w:rPr>
        <w:t>~2006</w:t>
      </w:r>
      <w:r w:rsidRPr="009A6118">
        <w:rPr>
          <w:rFonts w:ascii="Minya Nouvelle" w:hAnsi="Minya Nouvelle" w:cs="Minya Nouvelle"/>
          <w:sz w:val="18"/>
          <w:szCs w:val="18"/>
        </w:rPr>
        <w:t xml:space="preserve"> </w:t>
      </w:r>
      <w:r w:rsidRPr="009A6118">
        <w:rPr>
          <w:rFonts w:ascii="Minya Nouvelle" w:hAnsi="Minya Nouvelle" w:cs="Minya Nouvelle"/>
          <w:b/>
          <w:bCs/>
          <w:sz w:val="18"/>
          <w:szCs w:val="18"/>
        </w:rPr>
        <w:t>Blue Peter Book of the Year Award</w:t>
      </w:r>
      <w:r w:rsidRPr="009A6118">
        <w:rPr>
          <w:rFonts w:ascii="Minya Nouvelle" w:hAnsi="Minya Nouvelle" w:cs="Minya Nouvelle"/>
          <w:sz w:val="18"/>
          <w:szCs w:val="18"/>
        </w:rPr>
        <w:t xml:space="preserve"> </w:t>
      </w:r>
      <w:r w:rsidRPr="009A6118">
        <w:rPr>
          <w:sz w:val="18"/>
          <w:szCs w:val="18"/>
        </w:rPr>
        <w:t> </w:t>
      </w:r>
      <w:r w:rsidRPr="009A6118">
        <w:rPr>
          <w:rFonts w:ascii="Minya Nouvelle" w:hAnsi="Minya Nouvelle" w:cs="Minya Nouvelle"/>
          <w:sz w:val="18"/>
          <w:szCs w:val="18"/>
        </w:rPr>
        <w:t xml:space="preserve"> </w:t>
      </w:r>
      <w:r w:rsidRPr="009A6118">
        <w:rPr>
          <w:rFonts w:ascii="Minya Nouvelle" w:hAnsi="Minya Nouvelle" w:cs="Minya Nouvelle"/>
          <w:i/>
          <w:iCs/>
          <w:sz w:val="18"/>
          <w:szCs w:val="18"/>
        </w:rPr>
        <w:t>Lost and Found</w:t>
      </w:r>
      <w:r w:rsidRPr="009A6118">
        <w:rPr>
          <w:rFonts w:ascii="Minya Nouvelle" w:hAnsi="Minya Nouvelle" w:cs="Minya Nouvelle"/>
          <w:sz w:val="18"/>
          <w:szCs w:val="18"/>
        </w:rPr>
        <w:t xml:space="preserve"> </w:t>
      </w:r>
    </w:p>
    <w:p w:rsidR="00724514" w:rsidRPr="009A6118" w:rsidRDefault="00724514" w:rsidP="009A6118">
      <w:pPr>
        <w:pStyle w:val="NormalWeb"/>
        <w:rPr>
          <w:rFonts w:ascii="Minya Nouvelle" w:hAnsi="Minya Nouvelle" w:cs="Minya Nouvelle"/>
          <w:sz w:val="18"/>
          <w:szCs w:val="18"/>
        </w:rPr>
      </w:pPr>
      <w:r w:rsidRPr="009A6118">
        <w:rPr>
          <w:rFonts w:ascii="Minya Nouvelle" w:hAnsi="Minya Nouvelle" w:cs="Minya Nouvelle"/>
          <w:b/>
          <w:bCs/>
          <w:sz w:val="18"/>
          <w:szCs w:val="18"/>
        </w:rPr>
        <w:t>~2006</w:t>
      </w:r>
      <w:r w:rsidRPr="009A6118">
        <w:rPr>
          <w:rFonts w:ascii="Minya Nouvelle" w:hAnsi="Minya Nouvelle" w:cs="Minya Nouvelle"/>
          <w:sz w:val="18"/>
          <w:szCs w:val="18"/>
        </w:rPr>
        <w:t xml:space="preserve"> </w:t>
      </w:r>
      <w:r w:rsidRPr="009A6118">
        <w:rPr>
          <w:rFonts w:ascii="Minya Nouvelle" w:hAnsi="Minya Nouvelle" w:cs="Minya Nouvelle"/>
          <w:b/>
          <w:bCs/>
          <w:sz w:val="18"/>
          <w:szCs w:val="18"/>
        </w:rPr>
        <w:t>Booktrust Early Years Award (Pre-School Award)</w:t>
      </w:r>
      <w:r w:rsidRPr="009A6118">
        <w:rPr>
          <w:rFonts w:ascii="Minya Nouvelle" w:hAnsi="Minya Nouvelle" w:cs="Minya Nouvelle"/>
          <w:sz w:val="18"/>
          <w:szCs w:val="18"/>
        </w:rPr>
        <w:t xml:space="preserve"> </w:t>
      </w:r>
      <w:r w:rsidRPr="009A6118">
        <w:rPr>
          <w:sz w:val="18"/>
          <w:szCs w:val="18"/>
        </w:rPr>
        <w:t> </w:t>
      </w:r>
      <w:r w:rsidRPr="009A6118">
        <w:rPr>
          <w:rFonts w:ascii="Minya Nouvelle" w:hAnsi="Minya Nouvelle" w:cs="Minya Nouvelle"/>
          <w:sz w:val="18"/>
          <w:szCs w:val="18"/>
        </w:rPr>
        <w:t xml:space="preserve"> (shortlist) </w:t>
      </w:r>
      <w:r w:rsidRPr="009A6118">
        <w:rPr>
          <w:sz w:val="18"/>
          <w:szCs w:val="18"/>
        </w:rPr>
        <w:t> </w:t>
      </w:r>
      <w:r w:rsidRPr="009A6118">
        <w:rPr>
          <w:rFonts w:ascii="Minya Nouvelle" w:hAnsi="Minya Nouvelle" w:cs="Minya Nouvelle"/>
          <w:sz w:val="18"/>
          <w:szCs w:val="18"/>
        </w:rPr>
        <w:t xml:space="preserve"> </w:t>
      </w:r>
      <w:r w:rsidRPr="009A6118">
        <w:rPr>
          <w:rFonts w:ascii="Minya Nouvelle" w:hAnsi="Minya Nouvelle" w:cs="Minya Nouvelle"/>
          <w:i/>
          <w:iCs/>
          <w:sz w:val="18"/>
          <w:szCs w:val="18"/>
        </w:rPr>
        <w:t>Lost and Found</w:t>
      </w:r>
      <w:r w:rsidRPr="009A6118">
        <w:rPr>
          <w:rFonts w:ascii="Minya Nouvelle" w:hAnsi="Minya Nouvelle" w:cs="Minya Nouvelle"/>
          <w:sz w:val="18"/>
          <w:szCs w:val="18"/>
        </w:rPr>
        <w:t xml:space="preserve"> </w:t>
      </w:r>
    </w:p>
    <w:p w:rsidR="00724514" w:rsidRPr="009A6118" w:rsidRDefault="00724514" w:rsidP="009A6118">
      <w:pPr>
        <w:pStyle w:val="NormalWeb"/>
        <w:rPr>
          <w:rFonts w:ascii="Minya Nouvelle" w:hAnsi="Minya Nouvelle" w:cs="Minya Nouvelle"/>
          <w:sz w:val="18"/>
          <w:szCs w:val="18"/>
        </w:rPr>
      </w:pPr>
      <w:r w:rsidRPr="009A6118">
        <w:rPr>
          <w:rFonts w:ascii="Minya Nouvelle" w:hAnsi="Minya Nouvelle" w:cs="Minya Nouvelle"/>
          <w:b/>
          <w:bCs/>
          <w:sz w:val="18"/>
          <w:szCs w:val="18"/>
        </w:rPr>
        <w:t>~2007</w:t>
      </w:r>
      <w:r>
        <w:rPr>
          <w:rFonts w:ascii="Minya Nouvelle" w:hAnsi="Minya Nouvelle" w:cs="Minya Nouvelle"/>
          <w:b/>
          <w:bCs/>
          <w:sz w:val="18"/>
          <w:szCs w:val="18"/>
        </w:rPr>
        <w:t xml:space="preserve"> </w:t>
      </w:r>
      <w:r w:rsidRPr="009A6118">
        <w:rPr>
          <w:rFonts w:ascii="Minya Nouvelle" w:hAnsi="Minya Nouvelle" w:cs="Minya Nouvelle"/>
          <w:b/>
          <w:bCs/>
          <w:sz w:val="18"/>
          <w:szCs w:val="18"/>
        </w:rPr>
        <w:t>British Book Awards Children's Book of the Year</w:t>
      </w:r>
      <w:r w:rsidRPr="009A6118">
        <w:rPr>
          <w:rFonts w:ascii="Minya Nouvelle" w:hAnsi="Minya Nouvelle" w:cs="Minya Nouvelle"/>
          <w:sz w:val="18"/>
          <w:szCs w:val="18"/>
        </w:rPr>
        <w:t xml:space="preserve"> </w:t>
      </w:r>
      <w:r w:rsidRPr="009A6118">
        <w:rPr>
          <w:sz w:val="18"/>
          <w:szCs w:val="18"/>
        </w:rPr>
        <w:t> </w:t>
      </w:r>
      <w:r w:rsidRPr="009A6118">
        <w:rPr>
          <w:rFonts w:ascii="Minya Nouvelle" w:hAnsi="Minya Nouvelle" w:cs="Minya Nouvelle"/>
          <w:sz w:val="18"/>
          <w:szCs w:val="18"/>
        </w:rPr>
        <w:t xml:space="preserve"> (shortlist) </w:t>
      </w:r>
      <w:r w:rsidRPr="009A6118">
        <w:rPr>
          <w:sz w:val="18"/>
          <w:szCs w:val="18"/>
        </w:rPr>
        <w:t> </w:t>
      </w:r>
      <w:r w:rsidRPr="009A6118">
        <w:rPr>
          <w:rFonts w:ascii="Minya Nouvelle" w:hAnsi="Minya Nouvelle" w:cs="Minya Nouvelle"/>
          <w:sz w:val="18"/>
          <w:szCs w:val="18"/>
        </w:rPr>
        <w:t xml:space="preserve"> </w:t>
      </w:r>
      <w:r w:rsidRPr="009A6118">
        <w:rPr>
          <w:rFonts w:ascii="Minya Nouvelle" w:hAnsi="Minya Nouvelle" w:cs="Minya Nouvelle"/>
          <w:i/>
          <w:iCs/>
          <w:sz w:val="18"/>
          <w:szCs w:val="18"/>
        </w:rPr>
        <w:t>The Incredible Book Eating Boy</w:t>
      </w:r>
      <w:r w:rsidRPr="009A6118">
        <w:rPr>
          <w:rFonts w:ascii="Minya Nouvelle" w:hAnsi="Minya Nouvelle" w:cs="Minya Nouvelle"/>
          <w:sz w:val="18"/>
          <w:szCs w:val="18"/>
        </w:rPr>
        <w:t xml:space="preserve"> </w:t>
      </w:r>
    </w:p>
    <w:p w:rsidR="00724514" w:rsidRPr="009A6118" w:rsidRDefault="00724514" w:rsidP="009A6118">
      <w:pPr>
        <w:pStyle w:val="NormalWeb"/>
        <w:rPr>
          <w:rFonts w:ascii="Minya Nouvelle" w:hAnsi="Minya Nouvelle" w:cs="Minya Nouvelle"/>
          <w:i/>
          <w:iCs/>
          <w:sz w:val="18"/>
          <w:szCs w:val="18"/>
        </w:rPr>
      </w:pPr>
      <w:r w:rsidRPr="009A6118">
        <w:rPr>
          <w:rFonts w:ascii="Minya Nouvelle" w:hAnsi="Minya Nouvelle" w:cs="Minya Nouvelle"/>
          <w:sz w:val="18"/>
          <w:szCs w:val="18"/>
        </w:rPr>
        <w:t xml:space="preserve">~2008 </w:t>
      </w:r>
      <w:r w:rsidRPr="009A6118">
        <w:rPr>
          <w:rFonts w:ascii="Minya Nouvelle" w:hAnsi="Minya Nouvelle" w:cs="Minya Nouvelle"/>
          <w:b/>
          <w:bCs/>
          <w:sz w:val="18"/>
          <w:szCs w:val="18"/>
        </w:rPr>
        <w:t>Dublin Airport Authority Irish Children's Book of the Year</w:t>
      </w:r>
      <w:r w:rsidRPr="009A6118">
        <w:rPr>
          <w:rFonts w:ascii="Minya Nouvelle" w:hAnsi="Minya Nouvelle" w:cs="Minya Nouvelle"/>
          <w:sz w:val="18"/>
          <w:szCs w:val="18"/>
        </w:rPr>
        <w:t xml:space="preserve"> </w:t>
      </w:r>
      <w:r w:rsidRPr="009A6118">
        <w:rPr>
          <w:sz w:val="18"/>
          <w:szCs w:val="18"/>
        </w:rPr>
        <w:t> </w:t>
      </w:r>
      <w:r w:rsidRPr="009A6118">
        <w:rPr>
          <w:rFonts w:ascii="Minya Nouvelle" w:hAnsi="Minya Nouvelle" w:cs="Minya Nouvelle"/>
          <w:sz w:val="18"/>
          <w:szCs w:val="18"/>
        </w:rPr>
        <w:t xml:space="preserve"> (shortlist) </w:t>
      </w:r>
      <w:r w:rsidRPr="009A6118">
        <w:rPr>
          <w:sz w:val="18"/>
          <w:szCs w:val="18"/>
        </w:rPr>
        <w:t> </w:t>
      </w:r>
      <w:r w:rsidRPr="009A6118">
        <w:rPr>
          <w:rFonts w:ascii="Minya Nouvelle" w:hAnsi="Minya Nouvelle" w:cs="Minya Nouvelle"/>
          <w:sz w:val="18"/>
          <w:szCs w:val="18"/>
        </w:rPr>
        <w:t xml:space="preserve"> </w:t>
      </w:r>
      <w:r w:rsidRPr="009A6118">
        <w:rPr>
          <w:rFonts w:ascii="Minya Nouvelle" w:hAnsi="Minya Nouvelle" w:cs="Minya Nouvelle"/>
          <w:i/>
          <w:iCs/>
          <w:sz w:val="18"/>
          <w:szCs w:val="18"/>
        </w:rPr>
        <w:t>The Way Back Home</w:t>
      </w:r>
    </w:p>
    <w:p w:rsidR="00724514" w:rsidRPr="00541985" w:rsidRDefault="00724514" w:rsidP="009A6118">
      <w:pPr>
        <w:pStyle w:val="NormalWeb"/>
        <w:rPr>
          <w:rFonts w:ascii="Minya Nouvelle" w:hAnsi="Minya Nouvelle" w:cs="Minya Nouvelle"/>
          <w:i/>
          <w:iCs/>
          <w:sz w:val="18"/>
          <w:szCs w:val="18"/>
        </w:rPr>
      </w:pPr>
      <w:r>
        <w:rPr>
          <w:rFonts w:ascii="Minya Nouvelle" w:hAnsi="Minya Nouvelle" w:cs="Minya Nouvelle"/>
          <w:i/>
          <w:iCs/>
          <w:sz w:val="18"/>
          <w:szCs w:val="18"/>
        </w:rPr>
        <w:t xml:space="preserve"> </w:t>
      </w:r>
      <w:r w:rsidRPr="009A6118">
        <w:rPr>
          <w:rFonts w:ascii="Minya Nouvelle" w:hAnsi="Minya Nouvelle" w:cs="Minya Nouvelle"/>
          <w:sz w:val="18"/>
          <w:szCs w:val="18"/>
        </w:rPr>
        <w:t xml:space="preserve">~2008 </w:t>
      </w:r>
      <w:r w:rsidRPr="009A6118">
        <w:rPr>
          <w:rFonts w:ascii="Minya Nouvelle" w:hAnsi="Minya Nouvelle" w:cs="Minya Nouvelle"/>
          <w:b/>
          <w:bCs/>
          <w:sz w:val="18"/>
          <w:szCs w:val="18"/>
        </w:rPr>
        <w:t>Roald Dahl Funny Prize</w:t>
      </w:r>
      <w:r w:rsidRPr="009A6118">
        <w:rPr>
          <w:rFonts w:ascii="Minya Nouvelle" w:hAnsi="Minya Nouvelle" w:cs="Minya Nouvelle"/>
          <w:sz w:val="18"/>
          <w:szCs w:val="18"/>
        </w:rPr>
        <w:t xml:space="preserve"> </w:t>
      </w:r>
      <w:r w:rsidRPr="009A6118">
        <w:rPr>
          <w:sz w:val="18"/>
          <w:szCs w:val="18"/>
        </w:rPr>
        <w:t> </w:t>
      </w:r>
      <w:r w:rsidRPr="009A6118">
        <w:rPr>
          <w:rFonts w:ascii="Minya Nouvelle" w:hAnsi="Minya Nouvelle" w:cs="Minya Nouvelle"/>
          <w:sz w:val="18"/>
          <w:szCs w:val="18"/>
        </w:rPr>
        <w:t xml:space="preserve"> (6 years and under category - shortlist) </w:t>
      </w:r>
      <w:r w:rsidRPr="009A6118">
        <w:rPr>
          <w:rFonts w:ascii="Minya Nouvelle" w:hAnsi="Minya Nouvelle" w:cs="Minya Nouvelle"/>
          <w:i/>
          <w:iCs/>
          <w:sz w:val="18"/>
          <w:szCs w:val="18"/>
        </w:rPr>
        <w:t>The Great Paper Caper</w:t>
      </w:r>
      <w:r w:rsidRPr="009A6118">
        <w:rPr>
          <w:rFonts w:ascii="Minya Nouvelle" w:hAnsi="Minya Nouvelle" w:cs="Minya Nouvelle"/>
          <w:sz w:val="18"/>
          <w:szCs w:val="18"/>
        </w:rPr>
        <w:t xml:space="preserve"> </w:t>
      </w:r>
    </w:p>
    <w:p w:rsidR="00724514" w:rsidRDefault="00724514" w:rsidP="009A6118">
      <w:pPr>
        <w:pStyle w:val="NormalWeb"/>
        <w:rPr>
          <w:rFonts w:ascii="Minya Nouvelle" w:hAnsi="Minya Nouvelle" w:cs="Minya Nouvelle"/>
          <w:i/>
          <w:iCs/>
          <w:sz w:val="18"/>
          <w:szCs w:val="18"/>
        </w:rPr>
      </w:pPr>
      <w:r w:rsidRPr="009A6118">
        <w:rPr>
          <w:rFonts w:ascii="Minya Nouvelle" w:hAnsi="Minya Nouvelle" w:cs="Minya Nouvelle"/>
          <w:sz w:val="18"/>
          <w:szCs w:val="18"/>
        </w:rPr>
        <w:t xml:space="preserve">~2009 </w:t>
      </w:r>
      <w:r w:rsidRPr="009A6118">
        <w:rPr>
          <w:rFonts w:ascii="Minya Nouvelle" w:hAnsi="Minya Nouvelle" w:cs="Minya Nouvelle"/>
          <w:b/>
          <w:bCs/>
          <w:sz w:val="18"/>
          <w:szCs w:val="18"/>
        </w:rPr>
        <w:t>BistoBook of the Year Award</w:t>
      </w:r>
      <w:r w:rsidRPr="009A6118">
        <w:rPr>
          <w:rFonts w:ascii="Minya Nouvelle" w:hAnsi="Minya Nouvelle" w:cs="Minya Nouvelle"/>
          <w:sz w:val="18"/>
          <w:szCs w:val="18"/>
        </w:rPr>
        <w:t xml:space="preserve"> (shortlist) </w:t>
      </w:r>
      <w:r w:rsidRPr="009A6118">
        <w:rPr>
          <w:rFonts w:ascii="Minya Nouvelle" w:hAnsi="Minya Nouvelle" w:cs="Minya Nouvelle"/>
          <w:i/>
          <w:iCs/>
          <w:sz w:val="18"/>
          <w:szCs w:val="18"/>
        </w:rPr>
        <w:t>The Great Paper Caper</w:t>
      </w:r>
      <w:r w:rsidRPr="009A6118">
        <w:rPr>
          <w:rFonts w:ascii="Minya Nouvelle" w:hAnsi="Minya Nouvelle" w:cs="Minya Nouvelle"/>
          <w:sz w:val="18"/>
          <w:szCs w:val="18"/>
        </w:rPr>
        <w:t xml:space="preserve"> ~2009 </w:t>
      </w:r>
      <w:r w:rsidRPr="009A6118">
        <w:rPr>
          <w:rFonts w:ascii="Minya Nouvelle" w:hAnsi="Minya Nouvelle" w:cs="Minya Nouvelle"/>
          <w:b/>
          <w:bCs/>
          <w:sz w:val="18"/>
          <w:szCs w:val="18"/>
        </w:rPr>
        <w:t>Kate Greenaway Medal</w:t>
      </w:r>
      <w:r w:rsidRPr="009A6118">
        <w:rPr>
          <w:rFonts w:ascii="Minya Nouvelle" w:hAnsi="Minya Nouvelle" w:cs="Minya Nouvelle"/>
          <w:sz w:val="18"/>
          <w:szCs w:val="18"/>
        </w:rPr>
        <w:t xml:space="preserve"> (shortlist) </w:t>
      </w:r>
      <w:r w:rsidRPr="009A6118">
        <w:rPr>
          <w:sz w:val="18"/>
          <w:szCs w:val="18"/>
        </w:rPr>
        <w:t> </w:t>
      </w:r>
      <w:r w:rsidRPr="009A6118">
        <w:rPr>
          <w:rFonts w:ascii="Minya Nouvelle" w:hAnsi="Minya Nouvelle" w:cs="Minya Nouvelle"/>
          <w:i/>
          <w:iCs/>
          <w:sz w:val="18"/>
          <w:szCs w:val="18"/>
        </w:rPr>
        <w:t>The Way Back Home</w:t>
      </w:r>
    </w:p>
    <w:p w:rsidR="00724514" w:rsidRDefault="00724514" w:rsidP="009A6118">
      <w:pPr>
        <w:pStyle w:val="NormalWeb"/>
        <w:rPr>
          <w:rFonts w:ascii="Minya Nouvelle" w:hAnsi="Minya Nouvelle" w:cs="Minya Nouvelle"/>
          <w:i/>
          <w:iCs/>
          <w:sz w:val="18"/>
          <w:szCs w:val="18"/>
        </w:rPr>
      </w:pPr>
    </w:p>
    <w:p w:rsidR="00724514" w:rsidRDefault="00724514" w:rsidP="009A6118">
      <w:pPr>
        <w:pStyle w:val="NormalWeb"/>
        <w:rPr>
          <w:rFonts w:ascii="Minya Nouvelle" w:hAnsi="Minya Nouvelle" w:cs="Minya Nouvelle"/>
          <w:sz w:val="18"/>
          <w:szCs w:val="18"/>
        </w:rPr>
      </w:pPr>
      <w:r w:rsidRPr="00791A84">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0" o:spid="_x0000_i1025" type="#_x0000_t75" style="width:189pt;height:105.75pt;visibility:visible">
            <v:imagedata r:id="rId6" o:title=""/>
          </v:shape>
        </w:pict>
      </w:r>
    </w:p>
    <w:p w:rsidR="00724514" w:rsidRDefault="00724514" w:rsidP="009A6118">
      <w:pPr>
        <w:pStyle w:val="NormalWeb"/>
        <w:rPr>
          <w:rFonts w:ascii="Minya Nouvelle" w:hAnsi="Minya Nouvelle" w:cs="Minya Nouvelle"/>
          <w:sz w:val="18"/>
          <w:szCs w:val="18"/>
        </w:rPr>
      </w:pPr>
      <w:r w:rsidRPr="00AC0522">
        <w:rPr>
          <w:rFonts w:ascii="Minya Nouvelle" w:hAnsi="Minya Nouvelle" w:cs="Minya Nouvelle"/>
          <w:noProof/>
          <w:sz w:val="18"/>
          <w:szCs w:val="18"/>
        </w:rPr>
        <w:pict>
          <v:shape id="Picture 17" o:spid="_x0000_i1026" type="#_x0000_t75" style="width:183pt;height:105pt;visibility:visible">
            <v:imagedata r:id="rId7" o:title=""/>
          </v:shape>
        </w:pict>
      </w:r>
    </w:p>
    <w:p w:rsidR="00724514" w:rsidRDefault="00724514" w:rsidP="009A6118">
      <w:pPr>
        <w:pStyle w:val="NormalWeb"/>
        <w:rPr>
          <w:rFonts w:ascii="Minya Nouvelle" w:hAnsi="Minya Nouvelle" w:cs="Minya Nouvelle"/>
          <w:sz w:val="18"/>
          <w:szCs w:val="18"/>
        </w:rPr>
      </w:pPr>
      <w:r w:rsidRPr="00AC0522">
        <w:rPr>
          <w:rFonts w:ascii="Minya Nouvelle" w:hAnsi="Minya Nouvelle" w:cs="Minya Nouvelle"/>
          <w:noProof/>
          <w:sz w:val="18"/>
          <w:szCs w:val="18"/>
        </w:rPr>
        <w:pict>
          <v:shape id="Picture 23" o:spid="_x0000_i1027" type="#_x0000_t75" style="width:189pt;height:126pt;visibility:visible">
            <v:imagedata r:id="rId8" o:title=""/>
          </v:shape>
        </w:pict>
      </w:r>
    </w:p>
    <w:p w:rsidR="00724514" w:rsidRDefault="00724514" w:rsidP="009A6118">
      <w:pPr>
        <w:pStyle w:val="NormalWeb"/>
        <w:sectPr w:rsidR="00724514" w:rsidSect="009A6118">
          <w:type w:val="continuous"/>
          <w:pgSz w:w="12240" w:h="15840" w:code="1"/>
          <w:pgMar w:top="1440" w:right="1440" w:bottom="1440" w:left="1440" w:header="709" w:footer="709" w:gutter="0"/>
          <w:pgBorders w:offsetFrom="page">
            <w:top w:val="single" w:sz="4" w:space="24" w:color="auto"/>
            <w:left w:val="single" w:sz="4" w:space="24" w:color="auto"/>
            <w:bottom w:val="single" w:sz="4" w:space="24" w:color="auto"/>
            <w:right w:val="single" w:sz="4" w:space="24" w:color="auto"/>
          </w:pgBorders>
          <w:cols w:num="2" w:space="708"/>
          <w:docGrid w:linePitch="360"/>
        </w:sectPr>
      </w:pPr>
    </w:p>
    <w:p w:rsidR="00724514" w:rsidRPr="00D5289F" w:rsidRDefault="00724514" w:rsidP="00D5289F">
      <w:pPr>
        <w:pStyle w:val="NormalWeb"/>
      </w:pPr>
      <w:r w:rsidRPr="00AC0522">
        <w:rPr>
          <w:rFonts w:ascii="Minya Nouvelle" w:hAnsi="Minya Nouvelle" w:cs="Minya Nouvelle"/>
          <w:noProof/>
        </w:rPr>
        <w:pict>
          <v:shape id="Picture 5" o:spid="_x0000_i1028" type="#_x0000_t75" style="width:69.75pt;height:1in;visibility:visible">
            <v:imagedata r:id="rId9" o:title=""/>
          </v:shape>
        </w:pict>
      </w:r>
      <w:r w:rsidRPr="00AC0522">
        <w:rPr>
          <w:rFonts w:ascii="Minya Nouvelle" w:hAnsi="Minya Nouvelle" w:cs="Minya Nouvelle"/>
          <w:noProof/>
        </w:rPr>
        <w:pict>
          <v:shape id="Picture 1" o:spid="_x0000_i1029" type="#_x0000_t75" style="width:71.25pt;height:1in;visibility:visible">
            <v:imagedata r:id="rId10" o:title=""/>
          </v:shape>
        </w:pict>
      </w:r>
      <w:r w:rsidRPr="00AC0522">
        <w:rPr>
          <w:rFonts w:ascii="Minya Nouvelle" w:hAnsi="Minya Nouvelle" w:cs="Minya Nouvelle"/>
          <w:noProof/>
        </w:rPr>
        <w:pict>
          <v:shape id="Picture 2" o:spid="_x0000_i1030" type="#_x0000_t75" style="width:69pt;height:1in;visibility:visible">
            <v:imagedata r:id="rId11" o:title=""/>
          </v:shape>
        </w:pict>
      </w:r>
      <w:r w:rsidRPr="00AC0522">
        <w:rPr>
          <w:rFonts w:ascii="Minya Nouvelle" w:hAnsi="Minya Nouvelle" w:cs="Minya Nouvelle"/>
          <w:noProof/>
        </w:rPr>
        <w:pict>
          <v:shape id="Picture 8" o:spid="_x0000_i1031" type="#_x0000_t75" style="width:72.75pt;height:72.75pt;visibility:visible">
            <v:imagedata r:id="rId12" o:title=""/>
          </v:shape>
        </w:pict>
      </w:r>
      <w:r w:rsidRPr="00AC0522">
        <w:rPr>
          <w:rFonts w:ascii="Minya Nouvelle" w:hAnsi="Minya Nouvelle" w:cs="Minya Nouvelle"/>
          <w:noProof/>
        </w:rPr>
        <w:pict>
          <v:shape id="Picture 11" o:spid="_x0000_i1032" type="#_x0000_t75" style="width:69pt;height:1in;visibility:visible">
            <v:imagedata r:id="rId13" o:title=""/>
          </v:shape>
        </w:pict>
      </w:r>
      <w:r w:rsidRPr="00AC0522">
        <w:rPr>
          <w:rFonts w:ascii="Minya Nouvelle" w:hAnsi="Minya Nouvelle" w:cs="Minya Nouvelle"/>
          <w:noProof/>
        </w:rPr>
        <w:pict>
          <v:shape id="Picture 14" o:spid="_x0000_i1033" type="#_x0000_t75" style="width:1in;height:1in;visibility:visible">
            <v:imagedata r:id="rId14" o:title=""/>
          </v:shape>
        </w:pict>
      </w:r>
    </w:p>
    <w:p w:rsidR="00724514" w:rsidRDefault="00724514" w:rsidP="000E6536">
      <w:pPr>
        <w:rPr>
          <w:rFonts w:ascii="Minya Nouvelle" w:hAnsi="Minya Nouvelle" w:cs="Minya Nouvelle"/>
        </w:rPr>
      </w:pPr>
      <w:r>
        <w:rPr>
          <w:rFonts w:ascii="Minya Nouvelle" w:hAnsi="Minya Nouvelle" w:cs="Minya Nouvelle"/>
        </w:rPr>
        <w:t>2004</w:t>
      </w:r>
      <w:r>
        <w:rPr>
          <w:rFonts w:ascii="Minya Nouvelle" w:hAnsi="Minya Nouvelle" w:cs="Minya Nouvelle"/>
        </w:rPr>
        <w:tab/>
      </w:r>
      <w:r>
        <w:rPr>
          <w:rFonts w:ascii="Minya Nouvelle" w:hAnsi="Minya Nouvelle" w:cs="Minya Nouvelle"/>
        </w:rPr>
        <w:tab/>
        <w:t xml:space="preserve"> 2005</w:t>
      </w:r>
      <w:r>
        <w:rPr>
          <w:rFonts w:ascii="Minya Nouvelle" w:hAnsi="Minya Nouvelle" w:cs="Minya Nouvelle"/>
        </w:rPr>
        <w:tab/>
      </w:r>
      <w:r>
        <w:rPr>
          <w:rFonts w:ascii="Minya Nouvelle" w:hAnsi="Minya Nouvelle" w:cs="Minya Nouvelle"/>
        </w:rPr>
        <w:tab/>
        <w:t xml:space="preserve">  2006</w:t>
      </w:r>
      <w:r>
        <w:rPr>
          <w:rFonts w:ascii="Minya Nouvelle" w:hAnsi="Minya Nouvelle" w:cs="Minya Nouvelle"/>
        </w:rPr>
        <w:tab/>
      </w:r>
      <w:r>
        <w:rPr>
          <w:rFonts w:ascii="Minya Nouvelle" w:hAnsi="Minya Nouvelle" w:cs="Minya Nouvelle"/>
        </w:rPr>
        <w:tab/>
        <w:t xml:space="preserve"> 2007</w:t>
      </w:r>
      <w:r>
        <w:rPr>
          <w:rFonts w:ascii="Minya Nouvelle" w:hAnsi="Minya Nouvelle" w:cs="Minya Nouvelle"/>
        </w:rPr>
        <w:tab/>
      </w:r>
      <w:r>
        <w:rPr>
          <w:rFonts w:ascii="Minya Nouvelle" w:hAnsi="Minya Nouvelle" w:cs="Minya Nouvelle"/>
        </w:rPr>
        <w:tab/>
        <w:t xml:space="preserve">  2008</w:t>
      </w:r>
      <w:r>
        <w:rPr>
          <w:rFonts w:ascii="Minya Nouvelle" w:hAnsi="Minya Nouvelle" w:cs="Minya Nouvelle"/>
        </w:rPr>
        <w:tab/>
      </w:r>
      <w:r>
        <w:rPr>
          <w:rFonts w:ascii="Minya Nouvelle" w:hAnsi="Minya Nouvelle" w:cs="Minya Nouvelle"/>
        </w:rPr>
        <w:tab/>
        <w:t xml:space="preserve">   2010</w:t>
      </w:r>
    </w:p>
    <w:p w:rsidR="00724514" w:rsidRPr="00541985" w:rsidRDefault="00724514" w:rsidP="000E6536">
      <w:pPr>
        <w:rPr>
          <w:rFonts w:ascii="Minya Nouvelle" w:hAnsi="Minya Nouvelle" w:cs="Minya Nouvelle"/>
          <w:b/>
          <w:bCs/>
          <w:sz w:val="24"/>
          <w:szCs w:val="24"/>
          <w:u w:val="single"/>
        </w:rPr>
      </w:pPr>
      <w:r w:rsidRPr="00541985">
        <w:rPr>
          <w:rFonts w:ascii="Minya Nouvelle" w:hAnsi="Minya Nouvelle" w:cs="Minya Nouvelle"/>
          <w:b/>
          <w:bCs/>
          <w:sz w:val="24"/>
          <w:szCs w:val="24"/>
          <w:u w:val="single"/>
        </w:rPr>
        <w:t>Bibliography of Works</w:t>
      </w:r>
    </w:p>
    <w:p w:rsidR="00724514" w:rsidRPr="00541985" w:rsidRDefault="00724514" w:rsidP="000E6536">
      <w:pPr>
        <w:rPr>
          <w:rFonts w:ascii="Minya Nouvelle" w:hAnsi="Minya Nouvelle" w:cs="Minya Nouvelle"/>
        </w:rPr>
      </w:pPr>
      <w:r w:rsidRPr="00541985">
        <w:rPr>
          <w:rFonts w:ascii="Minya Nouvelle" w:hAnsi="Minya Nouvelle" w:cs="Minya Nouvelle"/>
          <w:b/>
          <w:bCs/>
        </w:rPr>
        <w:t xml:space="preserve">How to Catch a Star~ </w:t>
      </w:r>
      <w:r w:rsidRPr="00541985">
        <w:rPr>
          <w:rFonts w:ascii="Minya Nouvelle" w:hAnsi="Minya Nouvelle" w:cs="Minya Nouvelle"/>
        </w:rPr>
        <w:t>“inspired by a moment sitting on the end of a jetty in Sydney, looking at the stars”</w:t>
      </w:r>
    </w:p>
    <w:p w:rsidR="00724514" w:rsidRPr="00541985" w:rsidRDefault="00724514" w:rsidP="000E6536">
      <w:pPr>
        <w:rPr>
          <w:rFonts w:ascii="Minya Nouvelle" w:hAnsi="Minya Nouvelle" w:cs="Minya Nouvelle"/>
        </w:rPr>
      </w:pPr>
      <w:r w:rsidRPr="00541985">
        <w:rPr>
          <w:rFonts w:ascii="Minya Nouvelle" w:hAnsi="Minya Nouvelle" w:cs="Minya Nouvelle"/>
          <w:b/>
          <w:bCs/>
        </w:rPr>
        <w:t xml:space="preserve">Lost and Found~ </w:t>
      </w:r>
      <w:r w:rsidRPr="00541985">
        <w:rPr>
          <w:rFonts w:ascii="Minya Nouvelle" w:hAnsi="Minya Nouvelle" w:cs="Minya Nouvelle"/>
        </w:rPr>
        <w:t>about a boy who finds a penguin on his doorstep and decides to help him find his way home</w:t>
      </w:r>
      <w:r>
        <w:rPr>
          <w:rFonts w:ascii="Minya Nouvelle" w:hAnsi="Minya Nouvelle" w:cs="Minya Nouvelle"/>
        </w:rPr>
        <w:t>...</w:t>
      </w:r>
    </w:p>
    <w:p w:rsidR="00724514" w:rsidRPr="00541985" w:rsidRDefault="00724514" w:rsidP="000E6536">
      <w:pPr>
        <w:rPr>
          <w:rFonts w:ascii="Minya Nouvelle" w:hAnsi="Minya Nouvelle" w:cs="Minya Nouvelle"/>
        </w:rPr>
      </w:pPr>
      <w:r w:rsidRPr="00541985">
        <w:rPr>
          <w:rFonts w:ascii="Minya Nouvelle" w:hAnsi="Minya Nouvelle" w:cs="Minya Nouvelle"/>
          <w:b/>
          <w:bCs/>
        </w:rPr>
        <w:t xml:space="preserve">THE INCREDIBLE BOOK EATING BOY~ </w:t>
      </w:r>
      <w:r w:rsidRPr="00541985">
        <w:rPr>
          <w:rFonts w:ascii="Minya Nouvelle" w:hAnsi="Minya Nouvelle" w:cs="Minya Nouvelle"/>
        </w:rPr>
        <w:t>The more books Henry eats the smarter he gets, until everything he is learning begins to get mixed up</w:t>
      </w:r>
      <w:r>
        <w:rPr>
          <w:rFonts w:ascii="Minya Nouvelle" w:hAnsi="Minya Nouvelle" w:cs="Minya Nouvelle"/>
        </w:rPr>
        <w:t>...</w:t>
      </w:r>
    </w:p>
    <w:p w:rsidR="00724514" w:rsidRPr="00541985" w:rsidRDefault="00724514" w:rsidP="000E6536">
      <w:pPr>
        <w:rPr>
          <w:rFonts w:ascii="Minya Nouvelle" w:hAnsi="Minya Nouvelle" w:cs="Minya Nouvelle"/>
          <w:b/>
          <w:bCs/>
        </w:rPr>
      </w:pPr>
      <w:r w:rsidRPr="00541985">
        <w:rPr>
          <w:rFonts w:ascii="Minya Nouvelle" w:hAnsi="Minya Nouvelle" w:cs="Minya Nouvelle"/>
          <w:b/>
          <w:bCs/>
        </w:rPr>
        <w:t xml:space="preserve">The Way Back Home~ </w:t>
      </w:r>
      <w:r w:rsidRPr="00541985">
        <w:rPr>
          <w:rFonts w:ascii="Minya Nouvelle" w:hAnsi="Minya Nouvelle" w:cs="Minya Nouvelle"/>
        </w:rPr>
        <w:t>“a mind’s eye view of one whopping lunar adventure in this beautiful tale of space travel, spunk and solidarity.”</w:t>
      </w:r>
    </w:p>
    <w:p w:rsidR="00724514" w:rsidRPr="008917EC" w:rsidRDefault="00724514" w:rsidP="000E6536">
      <w:pPr>
        <w:rPr>
          <w:rFonts w:ascii="Minya Nouvelle" w:hAnsi="Minya Nouvelle" w:cs="Minya Nouvelle"/>
          <w:sz w:val="24"/>
          <w:szCs w:val="24"/>
        </w:rPr>
      </w:pPr>
      <w:r w:rsidRPr="00541985">
        <w:rPr>
          <w:rFonts w:ascii="Minya Nouvelle" w:hAnsi="Minya Nouvelle" w:cs="Minya Nouvelle"/>
          <w:b/>
          <w:bCs/>
        </w:rPr>
        <w:t xml:space="preserve">The Heart and the Bottle~ </w:t>
      </w:r>
      <w:r w:rsidRPr="00541985">
        <w:rPr>
          <w:rFonts w:ascii="Minya Nouvelle" w:hAnsi="Minya Nouvelle" w:cs="Minya Nouvelle"/>
        </w:rPr>
        <w:t>explores the themes</w:t>
      </w:r>
      <w:r w:rsidRPr="008917EC">
        <w:rPr>
          <w:rFonts w:ascii="Minya Nouvelle" w:hAnsi="Minya Nouvelle" w:cs="Minya Nouvelle"/>
          <w:sz w:val="24"/>
          <w:szCs w:val="24"/>
        </w:rPr>
        <w:t xml:space="preserve"> of love and loss</w:t>
      </w:r>
      <w:r>
        <w:rPr>
          <w:rFonts w:ascii="Minya Nouvelle" w:hAnsi="Minya Nouvelle" w:cs="Minya Nouvelle"/>
          <w:sz w:val="24"/>
          <w:szCs w:val="24"/>
        </w:rPr>
        <w:t>...</w:t>
      </w:r>
    </w:p>
    <w:p w:rsidR="00724514" w:rsidRDefault="00724514" w:rsidP="000E6536">
      <w:pPr>
        <w:rPr>
          <w:rFonts w:ascii="Minya Nouvelle" w:hAnsi="Minya Nouvelle" w:cs="Minya Nouvelle"/>
          <w:b/>
          <w:bCs/>
          <w:sz w:val="24"/>
          <w:szCs w:val="24"/>
          <w:u w:val="single"/>
        </w:rPr>
      </w:pPr>
      <w:r w:rsidRPr="00541985">
        <w:rPr>
          <w:rFonts w:ascii="Minya Nouvelle" w:hAnsi="Minya Nouvelle" w:cs="Minya Nouvelle"/>
          <w:b/>
          <w:bCs/>
          <w:sz w:val="24"/>
          <w:szCs w:val="24"/>
          <w:u w:val="single"/>
        </w:rPr>
        <w:t>Artistic Style</w:t>
      </w:r>
    </w:p>
    <w:p w:rsidR="00724514" w:rsidRDefault="00724514" w:rsidP="000E6536">
      <w:pPr>
        <w:rPr>
          <w:rFonts w:ascii="Minya Nouvelle" w:hAnsi="Minya Nouvelle" w:cs="Minya Nouvelle"/>
        </w:rPr>
        <w:sectPr w:rsidR="00724514" w:rsidSect="009A6118">
          <w:type w:val="continuous"/>
          <w:pgSz w:w="12240" w:h="15840" w:code="1"/>
          <w:pgMar w:top="1440" w:right="1440" w:bottom="1440" w:left="1440"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pPr>
    </w:p>
    <w:p w:rsidR="00724514" w:rsidRDefault="00724514" w:rsidP="000E6536">
      <w:pPr>
        <w:rPr>
          <w:rFonts w:ascii="Minya Nouvelle" w:hAnsi="Minya Nouvelle" w:cs="Minya Nouvelle"/>
        </w:rPr>
      </w:pPr>
      <w:r>
        <w:rPr>
          <w:rFonts w:ascii="Minya Nouvelle" w:hAnsi="Minya Nouvelle" w:cs="Minya Nouvelle"/>
        </w:rPr>
        <w:t xml:space="preserve">Oliver Jeffer’s “style of illustration uses mixed medium and is recognized for its subtle narrative and use of space in composition. </w:t>
      </w:r>
    </w:p>
    <w:p w:rsidR="00724514" w:rsidRPr="00EA7E32" w:rsidRDefault="00724514" w:rsidP="000E6536">
      <w:pPr>
        <w:rPr>
          <w:rFonts w:ascii="Minya Nouvelle" w:hAnsi="Minya Nouvelle" w:cs="Minya Nouvelle"/>
        </w:rPr>
      </w:pPr>
      <w:r>
        <w:rPr>
          <w:rFonts w:ascii="Minya Nouvelle" w:hAnsi="Minya Nouvelle" w:cs="Minya Nouvelle"/>
        </w:rPr>
        <w:t>Figurative painting and installation, illustration and picture book making</w:t>
      </w:r>
    </w:p>
    <w:p w:rsidR="00724514" w:rsidRPr="00541985" w:rsidRDefault="00724514" w:rsidP="000E6536">
      <w:pPr>
        <w:rPr>
          <w:rFonts w:ascii="Minya Nouvelle" w:hAnsi="Minya Nouvelle" w:cs="Minya Nouvelle"/>
        </w:rPr>
      </w:pPr>
      <w:r w:rsidRPr="00541985">
        <w:rPr>
          <w:rFonts w:ascii="Minya Nouvelle" w:hAnsi="Minya Nouvelle" w:cs="Minya Nouvelle"/>
        </w:rPr>
        <w:t>Described as</w:t>
      </w:r>
      <w:r w:rsidRPr="00541985">
        <w:rPr>
          <w:rFonts w:ascii="Minya Nouvelle" w:hAnsi="Minya Nouvelle" w:cs="Minya Nouvelle"/>
          <w:b/>
          <w:bCs/>
        </w:rPr>
        <w:t xml:space="preserve"> </w:t>
      </w:r>
      <w:r w:rsidRPr="00541985">
        <w:rPr>
          <w:rFonts w:ascii="Minya Nouvelle" w:hAnsi="Minya Nouvelle" w:cs="Minya Nouvelle"/>
        </w:rPr>
        <w:t>“off-beat”, “eye-catching”, “breathtakingly beautiful”, “warm”, “magical”, “fresh and exciting”</w:t>
      </w:r>
    </w:p>
    <w:p w:rsidR="00724514" w:rsidRDefault="00724514" w:rsidP="000E6536">
      <w:pPr>
        <w:rPr>
          <w:rFonts w:ascii="Minya Nouvelle" w:hAnsi="Minya Nouvelle" w:cs="Minya Nouvelle"/>
        </w:rPr>
      </w:pPr>
      <w:r w:rsidRPr="00541985">
        <w:rPr>
          <w:rFonts w:ascii="Minya Nouvelle" w:hAnsi="Minya Nouvelle" w:cs="Minya Nouvelle"/>
        </w:rPr>
        <w:t>Paints in a wide variety of styles, and sizes using many different types of media</w:t>
      </w:r>
    </w:p>
    <w:p w:rsidR="00724514" w:rsidRDefault="00724514" w:rsidP="000E6536">
      <w:pPr>
        <w:rPr>
          <w:rFonts w:ascii="Minya Nouvelle" w:hAnsi="Minya Nouvelle" w:cs="Minya Nouvelle"/>
        </w:rPr>
      </w:pPr>
    </w:p>
    <w:p w:rsidR="00724514" w:rsidRPr="00D5289F" w:rsidRDefault="00724514" w:rsidP="000E6536">
      <w:pPr>
        <w:rPr>
          <w:rFonts w:ascii="Minya Nouvelle" w:hAnsi="Minya Nouvelle" w:cs="Minya Nouvelle"/>
          <w:sz w:val="18"/>
          <w:szCs w:val="18"/>
        </w:rPr>
      </w:pPr>
      <w:r w:rsidRPr="00541985">
        <w:rPr>
          <w:rFonts w:ascii="Minya Nouvelle" w:hAnsi="Minya Nouvelle" w:cs="Minya Nouvelle"/>
        </w:rPr>
        <w:t xml:space="preserve">“Divinely illustrated and wittily told, but perfectly realised."~ </w:t>
      </w:r>
      <w:r>
        <w:rPr>
          <w:rFonts w:ascii="Minya Nouvelle" w:hAnsi="Minya Nouvelle" w:cs="Minya Nouvelle"/>
          <w:sz w:val="18"/>
          <w:szCs w:val="18"/>
        </w:rPr>
        <w:t xml:space="preserve"> T</w:t>
      </w:r>
      <w:r w:rsidRPr="00D5289F">
        <w:rPr>
          <w:rFonts w:ascii="Minya Nouvelle" w:hAnsi="Minya Nouvelle" w:cs="Minya Nouvelle"/>
          <w:sz w:val="18"/>
          <w:szCs w:val="18"/>
        </w:rPr>
        <w:t>he Heart and the Bottle</w:t>
      </w:r>
    </w:p>
    <w:p w:rsidR="00724514" w:rsidRDefault="00724514" w:rsidP="000E6536">
      <w:pPr>
        <w:rPr>
          <w:rFonts w:ascii="Minya Nouvelle" w:hAnsi="Minya Nouvelle" w:cs="Minya Nouvelle"/>
          <w:sz w:val="18"/>
          <w:szCs w:val="18"/>
        </w:rPr>
      </w:pPr>
      <w:r w:rsidRPr="00541985">
        <w:rPr>
          <w:rFonts w:ascii="Minya Nouvelle" w:hAnsi="Minya Nouvelle" w:cs="Minya Nouvelle"/>
        </w:rPr>
        <w:br/>
        <w:t xml:space="preserve">Oliver Jeffers makes impressive use of space in </w:t>
      </w:r>
      <w:r>
        <w:rPr>
          <w:rFonts w:ascii="Minya Nouvelle" w:hAnsi="Minya Nouvelle" w:cs="Minya Nouvelle"/>
        </w:rPr>
        <w:t xml:space="preserve">this affecting story of </w:t>
      </w:r>
      <w:r w:rsidRPr="00541985">
        <w:rPr>
          <w:rFonts w:ascii="Minya Nouvelle" w:hAnsi="Minya Nouvelle" w:cs="Minya Nouvelle"/>
        </w:rPr>
        <w:t xml:space="preserve">friendship…illustrations capture feelings of loss and loneliness through the most delicate nuances of facial expression…and body language. ~ </w:t>
      </w:r>
      <w:r w:rsidRPr="00D5289F">
        <w:rPr>
          <w:rFonts w:ascii="Minya Nouvelle" w:hAnsi="Minya Nouvelle" w:cs="Minya Nouvelle"/>
          <w:sz w:val="18"/>
          <w:szCs w:val="18"/>
        </w:rPr>
        <w:t>Julia Eccleshare, The Guardian</w:t>
      </w:r>
    </w:p>
    <w:p w:rsidR="00724514" w:rsidRDefault="00724514" w:rsidP="000E6536">
      <w:pPr>
        <w:rPr>
          <w:rFonts w:ascii="Minya Nouvelle" w:hAnsi="Minya Nouvelle" w:cs="Minya Nouvelle"/>
        </w:rPr>
        <w:sectPr w:rsidR="00724514" w:rsidSect="00EA7E32">
          <w:type w:val="continuous"/>
          <w:pgSz w:w="12240" w:h="15840" w:code="1"/>
          <w:pgMar w:top="1440" w:right="1440" w:bottom="1440" w:left="1440" w:header="709" w:footer="709" w:gutter="0"/>
          <w:pgBorders w:offsetFrom="page">
            <w:top w:val="single" w:sz="4" w:space="24" w:color="auto"/>
            <w:left w:val="single" w:sz="4" w:space="24" w:color="auto"/>
            <w:bottom w:val="single" w:sz="4" w:space="24" w:color="auto"/>
            <w:right w:val="single" w:sz="4" w:space="24" w:color="auto"/>
          </w:pgBorders>
          <w:cols w:num="2" w:space="708"/>
          <w:docGrid w:linePitch="360"/>
        </w:sectPr>
      </w:pPr>
    </w:p>
    <w:p w:rsidR="00724514" w:rsidRDefault="00724514" w:rsidP="000E6536">
      <w:pPr>
        <w:rPr>
          <w:rFonts w:ascii="Minya Nouvelle" w:hAnsi="Minya Nouvelle" w:cs="Minya Nouvelle"/>
          <w:b/>
          <w:bCs/>
          <w:sz w:val="20"/>
          <w:szCs w:val="20"/>
          <w:u w:val="single"/>
        </w:rPr>
      </w:pPr>
      <w:r w:rsidRPr="003D4A10">
        <w:rPr>
          <w:rFonts w:ascii="Minya Nouvelle" w:hAnsi="Minya Nouvelle" w:cs="Minya Nouvelle"/>
          <w:b/>
          <w:bCs/>
        </w:rPr>
        <w:t>Personal Response:</w:t>
      </w:r>
      <w:r w:rsidRPr="003D4A10">
        <w:rPr>
          <w:rFonts w:ascii="Minya Nouvelle" w:hAnsi="Minya Nouvelle" w:cs="Minya Nouvelle"/>
          <w:sz w:val="20"/>
          <w:szCs w:val="20"/>
        </w:rPr>
        <w:t xml:space="preserve"> I am proud to have Oliver Jeffer’s books in my personal book collection. His books became instant favourites after I read </w:t>
      </w:r>
      <w:r w:rsidRPr="003D4A10">
        <w:rPr>
          <w:rFonts w:ascii="Minya Nouvelle" w:hAnsi="Minya Nouvelle" w:cs="Minya Nouvelle"/>
          <w:i/>
          <w:iCs/>
          <w:sz w:val="20"/>
          <w:szCs w:val="20"/>
        </w:rPr>
        <w:t xml:space="preserve">How to Catch a Star. </w:t>
      </w:r>
      <w:r w:rsidRPr="003D4A10">
        <w:rPr>
          <w:rFonts w:ascii="Minya Nouvelle" w:hAnsi="Minya Nouvelle" w:cs="Minya Nouvelle"/>
          <w:sz w:val="20"/>
          <w:szCs w:val="20"/>
        </w:rPr>
        <w:t>I was drawn to the beautiful pictures that accompanied the sweet and simple text that seemed to have been taken directly from a small child’s mind. I love the friends that the main characters make and the many adventures they have as the stories unfold. Every story is a treasure in itself and deals with many important ideas such as love, loss, friendship, happiness, imagination and creativity. Every page in each of his books is filled with beautiful, soft colors and shapes that are used to create the setting and characters. I look forward to watching this brilliant illustrator as his career continues to flourish!</w:t>
      </w:r>
    </w:p>
    <w:p w:rsidR="00724514" w:rsidRPr="00697E49" w:rsidRDefault="00724514" w:rsidP="000E6536">
      <w:pPr>
        <w:rPr>
          <w:rFonts w:ascii="Minya Nouvelle" w:hAnsi="Minya Nouvelle" w:cs="Minya Nouvelle"/>
          <w:b/>
          <w:bCs/>
          <w:sz w:val="24"/>
          <w:szCs w:val="24"/>
        </w:rPr>
      </w:pPr>
      <w:r w:rsidRPr="00697E49">
        <w:rPr>
          <w:rFonts w:ascii="Minya Nouvelle" w:hAnsi="Minya Nouvelle" w:cs="Minya Nouvelle"/>
          <w:b/>
          <w:bCs/>
          <w:sz w:val="24"/>
          <w:szCs w:val="24"/>
        </w:rPr>
        <w:t>These are the website URL’s that I used to help me with this assignment</w:t>
      </w:r>
    </w:p>
    <w:p w:rsidR="00724514" w:rsidRPr="00697E49" w:rsidRDefault="00724514" w:rsidP="000E6536">
      <w:pPr>
        <w:rPr>
          <w:rFonts w:ascii="Minya Nouvelle" w:hAnsi="Minya Nouvelle" w:cs="Minya Nouvelle"/>
          <w:b/>
          <w:bCs/>
          <w:sz w:val="20"/>
          <w:szCs w:val="20"/>
          <w:u w:val="single"/>
        </w:rPr>
      </w:pPr>
      <w:r>
        <w:rPr>
          <w:rFonts w:ascii="Minya Nouvelle" w:hAnsi="Minya Nouvelle" w:cs="Minya Nouvelle"/>
          <w:sz w:val="28"/>
          <w:szCs w:val="28"/>
        </w:rPr>
        <w:t>~</w:t>
      </w:r>
      <w:hyperlink r:id="rId15" w:history="1">
        <w:r w:rsidRPr="00FC61E3">
          <w:rPr>
            <w:rStyle w:val="Hyperlink"/>
            <w:rFonts w:ascii="Minya Nouvelle" w:hAnsi="Minya Nouvelle" w:cs="Minya Nouvelle"/>
            <w:color w:val="auto"/>
            <w:sz w:val="28"/>
            <w:szCs w:val="28"/>
            <w:u w:val="none"/>
          </w:rPr>
          <w:t>http://en.wikipedia.org/wiki/Oliver_Jeffers</w:t>
        </w:r>
      </w:hyperlink>
    </w:p>
    <w:p w:rsidR="00724514" w:rsidRPr="00FC61E3" w:rsidRDefault="00724514" w:rsidP="000E6536">
      <w:pPr>
        <w:rPr>
          <w:rFonts w:ascii="Minya Nouvelle" w:hAnsi="Minya Nouvelle" w:cs="Minya Nouvelle"/>
          <w:b/>
          <w:bCs/>
          <w:sz w:val="28"/>
          <w:szCs w:val="28"/>
          <w:u w:val="single"/>
        </w:rPr>
      </w:pPr>
      <w:r w:rsidRPr="00FC61E3">
        <w:rPr>
          <w:rFonts w:ascii="Minya Nouvelle" w:hAnsi="Minya Nouvelle" w:cs="Minya Nouvelle"/>
          <w:sz w:val="28"/>
          <w:szCs w:val="28"/>
        </w:rPr>
        <w:t>~</w:t>
      </w:r>
      <w:hyperlink r:id="rId16" w:history="1">
        <w:r w:rsidRPr="00FC61E3">
          <w:rPr>
            <w:rStyle w:val="Hyperlink"/>
            <w:rFonts w:ascii="Minya Nouvelle" w:hAnsi="Minya Nouvelle" w:cs="Minya Nouvelle"/>
            <w:color w:val="auto"/>
            <w:sz w:val="28"/>
            <w:szCs w:val="28"/>
            <w:u w:val="none"/>
          </w:rPr>
          <w:t>http://www.harpercollins.co.uk/Our_Authors/Pages/Home.aspx?objId=2926</w:t>
        </w:r>
      </w:hyperlink>
      <w:r>
        <w:rPr>
          <w:rFonts w:ascii="Minya Nouvelle" w:hAnsi="Minya Nouvelle" w:cs="Minya Nouvelle"/>
          <w:b/>
          <w:bCs/>
          <w:sz w:val="28"/>
          <w:szCs w:val="28"/>
          <w:u w:val="single"/>
        </w:rPr>
        <w:t xml:space="preserve"> </w:t>
      </w:r>
    </w:p>
    <w:p w:rsidR="00724514" w:rsidRPr="00FC61E3" w:rsidRDefault="00724514" w:rsidP="000E6536">
      <w:pPr>
        <w:rPr>
          <w:rFonts w:ascii="Minya Nouvelle" w:hAnsi="Minya Nouvelle" w:cs="Minya Nouvelle"/>
          <w:sz w:val="28"/>
          <w:szCs w:val="28"/>
        </w:rPr>
      </w:pPr>
      <w:r w:rsidRPr="00FC61E3">
        <w:rPr>
          <w:rFonts w:ascii="Minya Nouvelle" w:hAnsi="Minya Nouvelle" w:cs="Minya Nouvelle"/>
          <w:sz w:val="28"/>
          <w:szCs w:val="28"/>
        </w:rPr>
        <w:t>~</w:t>
      </w:r>
      <w:hyperlink r:id="rId17" w:history="1">
        <w:r w:rsidRPr="00FC61E3">
          <w:rPr>
            <w:rStyle w:val="Hyperlink"/>
            <w:rFonts w:ascii="Minya Nouvelle" w:hAnsi="Minya Nouvelle" w:cs="Minya Nouvelle"/>
            <w:color w:val="auto"/>
            <w:sz w:val="28"/>
            <w:szCs w:val="28"/>
            <w:u w:val="none"/>
          </w:rPr>
          <w:t>http://hicksdesign.co.uk/journal/the-incredible-book-eating-boy</w:t>
        </w:r>
      </w:hyperlink>
    </w:p>
    <w:p w:rsidR="00724514" w:rsidRPr="00FC61E3" w:rsidRDefault="00724514" w:rsidP="000E6536">
      <w:pPr>
        <w:rPr>
          <w:rFonts w:ascii="Minya Nouvelle" w:hAnsi="Minya Nouvelle" w:cs="Minya Nouvelle"/>
          <w:sz w:val="28"/>
          <w:szCs w:val="28"/>
        </w:rPr>
      </w:pPr>
      <w:r w:rsidRPr="00FC61E3">
        <w:rPr>
          <w:rFonts w:ascii="Minya Nouvelle" w:hAnsi="Minya Nouvelle" w:cs="Minya Nouvelle"/>
          <w:sz w:val="28"/>
          <w:szCs w:val="28"/>
        </w:rPr>
        <w:t>~</w:t>
      </w:r>
      <w:hyperlink r:id="rId18" w:history="1">
        <w:r w:rsidRPr="00FC61E3">
          <w:rPr>
            <w:rStyle w:val="Hyperlink"/>
            <w:rFonts w:ascii="Minya Nouvelle" w:hAnsi="Minya Nouvelle" w:cs="Minya Nouvelle"/>
            <w:color w:val="auto"/>
            <w:sz w:val="28"/>
            <w:szCs w:val="28"/>
            <w:u w:val="none"/>
          </w:rPr>
          <w:t>http://blogcritics.org/books/article/book-review-the-incredible-book-eating/</w:t>
        </w:r>
      </w:hyperlink>
    </w:p>
    <w:p w:rsidR="00724514" w:rsidRDefault="00724514" w:rsidP="000E6536">
      <w:pPr>
        <w:rPr>
          <w:rFonts w:ascii="Minya Nouvelle" w:hAnsi="Minya Nouvelle" w:cs="Minya Nouvelle"/>
          <w:sz w:val="28"/>
          <w:szCs w:val="28"/>
        </w:rPr>
      </w:pPr>
      <w:r w:rsidRPr="00FC61E3">
        <w:rPr>
          <w:rFonts w:ascii="Minya Nouvelle" w:hAnsi="Minya Nouvelle" w:cs="Minya Nouvelle"/>
          <w:sz w:val="28"/>
          <w:szCs w:val="28"/>
        </w:rPr>
        <w:t>~</w:t>
      </w:r>
      <w:hyperlink r:id="rId19" w:history="1">
        <w:r w:rsidRPr="00FC61E3">
          <w:rPr>
            <w:rStyle w:val="Hyperlink"/>
            <w:rFonts w:ascii="Minya Nouvelle" w:hAnsi="Minya Nouvelle" w:cs="Minya Nouvelle"/>
            <w:color w:val="auto"/>
            <w:sz w:val="28"/>
            <w:szCs w:val="28"/>
            <w:u w:val="none"/>
          </w:rPr>
          <w:t>http://www.justonemorebook.com/2009/01/21/far-out-friendship-the-way-back-home/</w:t>
        </w:r>
      </w:hyperlink>
    </w:p>
    <w:p w:rsidR="00724514" w:rsidRDefault="00724514" w:rsidP="000E6536">
      <w:pPr>
        <w:rPr>
          <w:rFonts w:ascii="Minya Nouvelle" w:hAnsi="Minya Nouvelle" w:cs="Minya Nouvelle"/>
          <w:sz w:val="28"/>
          <w:szCs w:val="28"/>
        </w:rPr>
      </w:pPr>
      <w:r>
        <w:rPr>
          <w:rFonts w:ascii="Minya Nouvelle" w:hAnsi="Minya Nouvelle" w:cs="Minya Nouvelle"/>
          <w:sz w:val="28"/>
          <w:szCs w:val="28"/>
        </w:rPr>
        <w:t>~</w:t>
      </w:r>
      <w:r w:rsidRPr="00D5289F">
        <w:rPr>
          <w:rFonts w:ascii="Minya Nouvelle" w:hAnsi="Minya Nouvelle" w:cs="Minya Nouvelle"/>
          <w:sz w:val="28"/>
          <w:szCs w:val="28"/>
        </w:rPr>
        <w:t>http://www.contemporarywriters.com/authors/?p=auth519DFCC71dc321BBD4QyHq264E5A</w:t>
      </w:r>
    </w:p>
    <w:p w:rsidR="00724514" w:rsidRPr="00FC61E3" w:rsidRDefault="00724514" w:rsidP="000E6536">
      <w:pPr>
        <w:rPr>
          <w:rFonts w:ascii="Minya Nouvelle" w:hAnsi="Minya Nouvelle" w:cs="Minya Nouvelle"/>
          <w:sz w:val="28"/>
          <w:szCs w:val="28"/>
        </w:rPr>
      </w:pPr>
      <w:r>
        <w:rPr>
          <w:rFonts w:ascii="Minya Nouvelle" w:hAnsi="Minya Nouvelle" w:cs="Minya Nouvelle"/>
          <w:sz w:val="28"/>
          <w:szCs w:val="28"/>
        </w:rPr>
        <w:t>~</w:t>
      </w:r>
      <w:r w:rsidRPr="00EA7E32">
        <w:rPr>
          <w:rFonts w:ascii="Minya Nouvelle" w:hAnsi="Minya Nouvelle" w:cs="Minya Nouvelle"/>
          <w:sz w:val="28"/>
          <w:szCs w:val="28"/>
        </w:rPr>
        <w:t>http://littleredreadingnook.blogspot.com/2009/09/famous-author-oliver-jeffers.html</w:t>
      </w:r>
    </w:p>
    <w:p w:rsidR="00724514" w:rsidRDefault="00724514" w:rsidP="000E6536">
      <w:pPr>
        <w:rPr>
          <w:rFonts w:ascii="Minya Nouvelle" w:hAnsi="Minya Nouvelle" w:cs="Minya Nouvelle"/>
          <w:b/>
          <w:bCs/>
          <w:sz w:val="28"/>
          <w:szCs w:val="28"/>
          <w:u w:val="single"/>
        </w:rPr>
      </w:pPr>
    </w:p>
    <w:p w:rsidR="00724514" w:rsidRPr="001B6B30" w:rsidRDefault="00724514" w:rsidP="000E6536">
      <w:pPr>
        <w:rPr>
          <w:rFonts w:ascii="Minya Nouvelle" w:hAnsi="Minya Nouvelle" w:cs="Minya Nouvelle"/>
          <w:b/>
          <w:bCs/>
          <w:sz w:val="28"/>
          <w:szCs w:val="28"/>
          <w:u w:val="single"/>
        </w:rPr>
      </w:pPr>
    </w:p>
    <w:p w:rsidR="00724514" w:rsidRDefault="00724514" w:rsidP="000E6536">
      <w:pPr>
        <w:rPr>
          <w:rFonts w:ascii="Minya Nouvelle" w:hAnsi="Minya Nouvelle" w:cs="Minya Nouvelle"/>
          <w:b/>
          <w:bCs/>
          <w:sz w:val="28"/>
          <w:szCs w:val="28"/>
        </w:rPr>
      </w:pPr>
    </w:p>
    <w:p w:rsidR="00724514" w:rsidRDefault="00724514" w:rsidP="000E6536">
      <w:pPr>
        <w:rPr>
          <w:rFonts w:ascii="Minya Nouvelle" w:hAnsi="Minya Nouvelle" w:cs="Minya Nouvelle"/>
          <w:b/>
          <w:bCs/>
          <w:sz w:val="28"/>
          <w:szCs w:val="28"/>
        </w:rPr>
      </w:pPr>
    </w:p>
    <w:p w:rsidR="00724514" w:rsidRPr="00510A27" w:rsidRDefault="00724514" w:rsidP="000E6536">
      <w:pPr>
        <w:rPr>
          <w:rFonts w:ascii="Minya Nouvelle" w:hAnsi="Minya Nouvelle" w:cs="Minya Nouvelle"/>
          <w:b/>
          <w:bCs/>
          <w:sz w:val="28"/>
          <w:szCs w:val="28"/>
        </w:rPr>
      </w:pPr>
    </w:p>
    <w:p w:rsidR="00724514" w:rsidRPr="00205FD0" w:rsidRDefault="00724514" w:rsidP="00AA0A30">
      <w:pPr>
        <w:rPr>
          <w:rFonts w:ascii="Minya Nouvelle" w:hAnsi="Minya Nouvelle" w:cs="Minya Nouvelle"/>
          <w:sz w:val="52"/>
          <w:szCs w:val="52"/>
        </w:rPr>
      </w:pPr>
    </w:p>
    <w:sectPr w:rsidR="00724514" w:rsidRPr="00205FD0" w:rsidSect="009A6118">
      <w:type w:val="continuous"/>
      <w:pgSz w:w="12240" w:h="15840" w:code="1"/>
      <w:pgMar w:top="1440" w:right="1440" w:bottom="1440" w:left="1440"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24514" w:rsidRDefault="00724514" w:rsidP="000E6536">
      <w:pPr>
        <w:spacing w:after="0" w:line="240" w:lineRule="auto"/>
      </w:pPr>
      <w:r>
        <w:separator/>
      </w:r>
    </w:p>
  </w:endnote>
  <w:endnote w:type="continuationSeparator" w:id="1">
    <w:p w:rsidR="00724514" w:rsidRDefault="00724514" w:rsidP="000E653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Minya Nouvelle">
    <w:altName w:val="Courier New"/>
    <w:panose1 w:val="00000000000000000000"/>
    <w:charset w:val="00"/>
    <w:family w:val="auto"/>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24514" w:rsidRDefault="00724514" w:rsidP="000E6536">
      <w:pPr>
        <w:spacing w:after="0" w:line="240" w:lineRule="auto"/>
      </w:pPr>
      <w:r>
        <w:separator/>
      </w:r>
    </w:p>
  </w:footnote>
  <w:footnote w:type="continuationSeparator" w:id="1">
    <w:p w:rsidR="00724514" w:rsidRDefault="00724514" w:rsidP="000E6536">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doNotHyphenateCaps/>
  <w:drawingGridHorizontalSpacing w:val="110"/>
  <w:displayHorizontalDrawingGridEvery w:val="2"/>
  <w:displayVerticalDrawingGridEvery w:val="2"/>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D60DD"/>
    <w:rsid w:val="00057841"/>
    <w:rsid w:val="000C0538"/>
    <w:rsid w:val="000C1229"/>
    <w:rsid w:val="000E6536"/>
    <w:rsid w:val="000F3B8F"/>
    <w:rsid w:val="00133513"/>
    <w:rsid w:val="00174DF0"/>
    <w:rsid w:val="001B4212"/>
    <w:rsid w:val="001B6B30"/>
    <w:rsid w:val="00205FD0"/>
    <w:rsid w:val="0036564E"/>
    <w:rsid w:val="003D4A10"/>
    <w:rsid w:val="004F5F02"/>
    <w:rsid w:val="00510451"/>
    <w:rsid w:val="00510A27"/>
    <w:rsid w:val="00541985"/>
    <w:rsid w:val="00547FC1"/>
    <w:rsid w:val="005D2FC2"/>
    <w:rsid w:val="00697E49"/>
    <w:rsid w:val="006B4589"/>
    <w:rsid w:val="006C111A"/>
    <w:rsid w:val="006F14D3"/>
    <w:rsid w:val="00724514"/>
    <w:rsid w:val="007840B3"/>
    <w:rsid w:val="00791A84"/>
    <w:rsid w:val="007E3C46"/>
    <w:rsid w:val="00883B62"/>
    <w:rsid w:val="008917EC"/>
    <w:rsid w:val="008A08AE"/>
    <w:rsid w:val="008F001A"/>
    <w:rsid w:val="009209CC"/>
    <w:rsid w:val="009A6118"/>
    <w:rsid w:val="00A67BAF"/>
    <w:rsid w:val="00AA0A30"/>
    <w:rsid w:val="00AC0522"/>
    <w:rsid w:val="00B602FE"/>
    <w:rsid w:val="00BD7697"/>
    <w:rsid w:val="00C97B87"/>
    <w:rsid w:val="00CB3016"/>
    <w:rsid w:val="00CE6E73"/>
    <w:rsid w:val="00CF7FFC"/>
    <w:rsid w:val="00D26F16"/>
    <w:rsid w:val="00D5289F"/>
    <w:rsid w:val="00DD60DD"/>
    <w:rsid w:val="00EA7E32"/>
    <w:rsid w:val="00F25665"/>
    <w:rsid w:val="00F42FF0"/>
    <w:rsid w:val="00FC61E3"/>
  </w:rsids>
  <m:mathPr>
    <m:mathFont m:val="Cambria Math"/>
    <m:brkBin m:val="before"/>
    <m:brkBinSub m:val="--"/>
    <m:smallFrac m:val="off"/>
    <m:dispDef/>
    <m:lMargin m:val="0"/>
    <m:rMargin m:val="0"/>
    <m:defJc m:val="centerGroup"/>
    <m:wrapIndent m:val="1440"/>
    <m:intLim m:val="subSup"/>
    <m:naryLim m:val="undOvr"/>
  </m:mathPr>
  <w:uiCompat97To2003/>
  <w:themeFontLang w:val="en-C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CA" w:eastAsia="en-C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111A"/>
    <w:pPr>
      <w:spacing w:after="200" w:line="276" w:lineRule="auto"/>
    </w:pPr>
    <w:rPr>
      <w:rFonts w:cs="Calibri"/>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0E653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locked/>
    <w:rsid w:val="000E6536"/>
  </w:style>
  <w:style w:type="paragraph" w:styleId="Footer">
    <w:name w:val="footer"/>
    <w:basedOn w:val="Normal"/>
    <w:link w:val="FooterChar"/>
    <w:uiPriority w:val="99"/>
    <w:semiHidden/>
    <w:rsid w:val="000E6536"/>
    <w:pPr>
      <w:tabs>
        <w:tab w:val="center" w:pos="4680"/>
        <w:tab w:val="right" w:pos="9360"/>
      </w:tabs>
      <w:spacing w:after="0" w:line="240" w:lineRule="auto"/>
    </w:pPr>
  </w:style>
  <w:style w:type="character" w:customStyle="1" w:styleId="FooterChar">
    <w:name w:val="Footer Char"/>
    <w:basedOn w:val="DefaultParagraphFont"/>
    <w:link w:val="Footer"/>
    <w:uiPriority w:val="99"/>
    <w:semiHidden/>
    <w:locked/>
    <w:rsid w:val="000E6536"/>
  </w:style>
  <w:style w:type="paragraph" w:styleId="BalloonText">
    <w:name w:val="Balloon Text"/>
    <w:basedOn w:val="Normal"/>
    <w:link w:val="BalloonTextChar"/>
    <w:uiPriority w:val="99"/>
    <w:semiHidden/>
    <w:rsid w:val="00F42FF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F42FF0"/>
    <w:rPr>
      <w:rFonts w:ascii="Tahoma" w:hAnsi="Tahoma" w:cs="Tahoma"/>
      <w:sz w:val="16"/>
      <w:szCs w:val="16"/>
    </w:rPr>
  </w:style>
  <w:style w:type="character" w:styleId="Hyperlink">
    <w:name w:val="Hyperlink"/>
    <w:basedOn w:val="DefaultParagraphFont"/>
    <w:uiPriority w:val="99"/>
    <w:rsid w:val="00AA0A30"/>
    <w:rPr>
      <w:color w:val="0000FF"/>
      <w:u w:val="single"/>
    </w:rPr>
  </w:style>
  <w:style w:type="character" w:styleId="FollowedHyperlink">
    <w:name w:val="FollowedHyperlink"/>
    <w:basedOn w:val="DefaultParagraphFont"/>
    <w:uiPriority w:val="99"/>
    <w:semiHidden/>
    <w:rsid w:val="00FC61E3"/>
    <w:rPr>
      <w:color w:val="800080"/>
      <w:u w:val="single"/>
    </w:rPr>
  </w:style>
  <w:style w:type="paragraph" w:styleId="NormalWeb">
    <w:name w:val="Normal (Web)"/>
    <w:basedOn w:val="Normal"/>
    <w:uiPriority w:val="99"/>
    <w:rsid w:val="00A67BAF"/>
    <w:pPr>
      <w:spacing w:before="100" w:beforeAutospacing="1" w:after="100" w:afterAutospacing="1" w:line="240" w:lineRule="auto"/>
    </w:pPr>
    <w:rPr>
      <w:rFonts w:ascii="Times New Roman" w:eastAsia="Times New Roman" w:hAnsi="Times New Roman" w:cs="Times New Roman"/>
      <w:sz w:val="24"/>
      <w:szCs w:val="24"/>
      <w:lang w:eastAsia="en-CA"/>
    </w:rPr>
  </w:style>
</w:styles>
</file>

<file path=word/webSettings.xml><?xml version="1.0" encoding="utf-8"?>
<w:webSettings xmlns:r="http://schemas.openxmlformats.org/officeDocument/2006/relationships" xmlns:w="http://schemas.openxmlformats.org/wordprocessingml/2006/main">
  <w:divs>
    <w:div w:id="157227864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hyperlink" Target="http://blogcritics.org/books/article/book-review-the-incredible-book-eating/" TargetMode="External"/><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image" Target="media/image2.jpeg"/><Relationship Id="rId12" Type="http://schemas.openxmlformats.org/officeDocument/2006/relationships/image" Target="media/image7.png"/><Relationship Id="rId17" Type="http://schemas.openxmlformats.org/officeDocument/2006/relationships/hyperlink" Target="http://hicksdesign.co.uk/journal/the-incredible-book-eating-boy" TargetMode="External"/><Relationship Id="rId2" Type="http://schemas.openxmlformats.org/officeDocument/2006/relationships/settings" Target="settings.xml"/><Relationship Id="rId16" Type="http://schemas.openxmlformats.org/officeDocument/2006/relationships/hyperlink" Target="http://www.harpercollins.co.uk/Our_Authors/Pages/Home.aspx?objId=2926" TargetMode="External"/><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endnotes" Target="endnotes.xml"/><Relationship Id="rId15" Type="http://schemas.openxmlformats.org/officeDocument/2006/relationships/hyperlink" Target="http://en.wikipedia.org/wiki/Oliver_Jeffers" TargetMode="External"/><Relationship Id="rId10" Type="http://schemas.openxmlformats.org/officeDocument/2006/relationships/image" Target="media/image5.jpeg"/><Relationship Id="rId19" Type="http://schemas.openxmlformats.org/officeDocument/2006/relationships/hyperlink" Target="http://www.justonemorebook.com/2009/01/21/far-out-friendship-the-way-back-home/" TargetMode="External"/><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4</Pages>
  <Words>698</Words>
  <Characters>3982</Characters>
  <Application>Microsoft Office Outlook</Application>
  <DocSecurity>0</DocSecurity>
  <Lines>0</Lines>
  <Paragraphs>0</Paragraphs>
  <ScaleCrop>false</ScaleCrop>
  <Company>de Groot teaching inc</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LIS 401</dc:title>
  <dc:subject/>
  <dc:creator>Sarah</dc:creator>
  <cp:keywords/>
  <dc:description/>
  <cp:lastModifiedBy>Joanne de Groot</cp:lastModifiedBy>
  <cp:revision>2</cp:revision>
  <dcterms:created xsi:type="dcterms:W3CDTF">2009-09-30T01:56:00Z</dcterms:created>
  <dcterms:modified xsi:type="dcterms:W3CDTF">2009-09-30T01:56:00Z</dcterms:modified>
</cp:coreProperties>
</file>